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EEDACE" w14:textId="675CFE42" w:rsidR="00361C20" w:rsidRPr="00361C20" w:rsidRDefault="00361C20">
      <w:pPr>
        <w:pStyle w:val="24"/>
        <w:shd w:val="clear" w:color="auto" w:fill="auto"/>
        <w:tabs>
          <w:tab w:val="left" w:pos="387"/>
        </w:tabs>
        <w:spacing w:after="0"/>
        <w:rPr>
          <w:bCs w:val="0"/>
        </w:rPr>
      </w:pPr>
      <w:bookmarkStart w:id="0" w:name="bookmark2"/>
      <w:bookmarkStart w:id="1" w:name="bookmark3"/>
      <w:r w:rsidRPr="00361C20">
        <w:t>ПАСПОРТ</w:t>
      </w:r>
    </w:p>
    <w:p w14:paraId="36546EC3" w14:textId="77777777" w:rsidR="00361C20" w:rsidRPr="00361C20" w:rsidRDefault="00361C20">
      <w:pPr>
        <w:pStyle w:val="24"/>
        <w:shd w:val="clear" w:color="auto" w:fill="auto"/>
        <w:tabs>
          <w:tab w:val="left" w:pos="387"/>
        </w:tabs>
        <w:spacing w:after="0"/>
      </w:pPr>
      <w:r w:rsidRPr="00361C20">
        <w:t>г</w:t>
      </w:r>
      <w:r w:rsidR="001E314B" w:rsidRPr="00361C20">
        <w:t>осударственной программы</w:t>
      </w:r>
      <w:r w:rsidRPr="00361C20">
        <w:t xml:space="preserve"> Ярославской области</w:t>
      </w:r>
    </w:p>
    <w:p w14:paraId="0119F191" w14:textId="4CB0B415" w:rsidR="001E314B" w:rsidRPr="00156AC1" w:rsidRDefault="00361C20">
      <w:pPr>
        <w:pStyle w:val="24"/>
        <w:shd w:val="clear" w:color="auto" w:fill="auto"/>
        <w:tabs>
          <w:tab w:val="left" w:pos="387"/>
        </w:tabs>
        <w:spacing w:after="0"/>
        <w:rPr>
          <w:b w:val="0"/>
        </w:rPr>
      </w:pPr>
      <w:r>
        <w:t>«</w:t>
      </w:r>
      <w:r w:rsidRPr="00FD7DA4">
        <w:t>Развитие физической культуры и спорта в Ярославской области</w:t>
      </w:r>
      <w:r>
        <w:t>»</w:t>
      </w:r>
      <w:r w:rsidR="001E314B" w:rsidRPr="00156AC1">
        <w:rPr>
          <w:b w:val="0"/>
        </w:rPr>
        <w:t xml:space="preserve"> </w:t>
      </w:r>
    </w:p>
    <w:p w14:paraId="028CE0C5" w14:textId="77777777" w:rsidR="00CE1C81" w:rsidRPr="007376DA" w:rsidRDefault="00CE1C81">
      <w:pPr>
        <w:pStyle w:val="24"/>
        <w:shd w:val="clear" w:color="auto" w:fill="auto"/>
        <w:tabs>
          <w:tab w:val="left" w:pos="350"/>
        </w:tabs>
        <w:spacing w:after="0"/>
        <w:rPr>
          <w:b w:val="0"/>
        </w:rPr>
      </w:pPr>
    </w:p>
    <w:bookmarkEnd w:id="0"/>
    <w:bookmarkEnd w:id="1"/>
    <w:p w14:paraId="0BB5C764" w14:textId="77777777" w:rsidR="00CE1C81" w:rsidRPr="00CE1C81" w:rsidRDefault="00CE1C81" w:rsidP="00CE1C81">
      <w:pPr>
        <w:keepNext/>
        <w:spacing w:line="233" w:lineRule="auto"/>
        <w:ind w:firstLine="0"/>
        <w:jc w:val="center"/>
        <w:rPr>
          <w:rFonts w:cs="Times New Roman"/>
          <w:szCs w:val="28"/>
        </w:rPr>
      </w:pPr>
      <w:r w:rsidRPr="00CE1C81">
        <w:rPr>
          <w:rFonts w:cs="Times New Roman"/>
          <w:szCs w:val="28"/>
        </w:rPr>
        <w:t>1. Основные положения</w:t>
      </w:r>
    </w:p>
    <w:p w14:paraId="57AEFE53" w14:textId="77777777" w:rsidR="00CE1C81" w:rsidRPr="00CE1C81" w:rsidRDefault="00CE1C81" w:rsidP="00CE1C81">
      <w:pPr>
        <w:keepNext/>
        <w:spacing w:line="233" w:lineRule="auto"/>
        <w:jc w:val="both"/>
        <w:rPr>
          <w:rFonts w:cs="Times New Roman"/>
          <w:sz w:val="20"/>
          <w:szCs w:val="28"/>
        </w:rPr>
      </w:pPr>
    </w:p>
    <w:tbl>
      <w:tblPr>
        <w:tblW w:w="14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57" w:type="dxa"/>
          <w:bottom w:w="15" w:type="dxa"/>
          <w:right w:w="57" w:type="dxa"/>
        </w:tblCellMar>
        <w:tblLook w:val="04A0" w:firstRow="1" w:lastRow="0" w:firstColumn="1" w:lastColumn="0" w:noHBand="0" w:noVBand="1"/>
      </w:tblPr>
      <w:tblGrid>
        <w:gridCol w:w="5832"/>
        <w:gridCol w:w="8764"/>
      </w:tblGrid>
      <w:tr w:rsidR="00CE1C81" w:rsidRPr="00CE1C81" w14:paraId="3B55CB27" w14:textId="77777777" w:rsidTr="00361C20">
        <w:tc>
          <w:tcPr>
            <w:tcW w:w="5832" w:type="dxa"/>
            <w:shd w:val="clear" w:color="auto" w:fill="FFFFFF"/>
            <w:hideMark/>
          </w:tcPr>
          <w:p w14:paraId="6F5F9C6D" w14:textId="77777777" w:rsidR="00CE1C81" w:rsidRPr="00CE1C81" w:rsidRDefault="00CE1C81" w:rsidP="00CE1C81">
            <w:pPr>
              <w:spacing w:line="233" w:lineRule="auto"/>
              <w:ind w:firstLine="0"/>
              <w:rPr>
                <w:rFonts w:cs="Times New Roman"/>
                <w:szCs w:val="24"/>
                <w:lang w:eastAsia="ru-RU"/>
              </w:rPr>
            </w:pPr>
            <w:r w:rsidRPr="00CE1C81">
              <w:rPr>
                <w:rFonts w:cs="Times New Roman"/>
                <w:szCs w:val="24"/>
                <w:lang w:eastAsia="ru-RU"/>
              </w:rPr>
              <w:t>Куратор Государственной программы</w:t>
            </w:r>
          </w:p>
        </w:tc>
        <w:tc>
          <w:tcPr>
            <w:tcW w:w="8764" w:type="dxa"/>
            <w:shd w:val="clear" w:color="auto" w:fill="FFFFFF"/>
            <w:hideMark/>
          </w:tcPr>
          <w:p w14:paraId="4200FF7A" w14:textId="77777777" w:rsidR="00CE1C81" w:rsidRPr="00CE1C81" w:rsidRDefault="00CE1C81" w:rsidP="00CE1C81">
            <w:pPr>
              <w:spacing w:line="233" w:lineRule="auto"/>
              <w:ind w:firstLine="0"/>
              <w:rPr>
                <w:rFonts w:cs="Times New Roman"/>
                <w:szCs w:val="24"/>
                <w:lang w:eastAsia="ru-RU"/>
              </w:rPr>
            </w:pPr>
            <w:r w:rsidRPr="00CE1C81">
              <w:rPr>
                <w:rFonts w:cs="Times New Roman"/>
                <w:szCs w:val="24"/>
                <w:lang w:eastAsia="ru-RU"/>
              </w:rPr>
              <w:t xml:space="preserve">Даргель Вера Викторовна – заместитель Председателя Правительства </w:t>
            </w:r>
            <w:r w:rsidRPr="00CE1C81">
              <w:rPr>
                <w:rFonts w:cs="Times New Roman"/>
                <w:szCs w:val="24"/>
                <w:lang w:eastAsia="ru-RU"/>
              </w:rPr>
              <w:br/>
              <w:t>Ярославской области</w:t>
            </w:r>
          </w:p>
        </w:tc>
      </w:tr>
      <w:tr w:rsidR="00CE1C81" w:rsidRPr="00CE1C81" w14:paraId="75862D9F" w14:textId="77777777" w:rsidTr="00361C20">
        <w:tc>
          <w:tcPr>
            <w:tcW w:w="5832" w:type="dxa"/>
            <w:shd w:val="clear" w:color="auto" w:fill="FFFFFF"/>
            <w:hideMark/>
          </w:tcPr>
          <w:p w14:paraId="655F7D38" w14:textId="77777777" w:rsidR="00CE1C81" w:rsidRPr="00CE1C81" w:rsidRDefault="00CE1C81" w:rsidP="00CE1C81">
            <w:pPr>
              <w:spacing w:line="233" w:lineRule="auto"/>
              <w:ind w:firstLine="0"/>
              <w:rPr>
                <w:rFonts w:cs="Times New Roman"/>
                <w:szCs w:val="24"/>
                <w:lang w:eastAsia="ru-RU"/>
              </w:rPr>
            </w:pPr>
            <w:r w:rsidRPr="00CE1C81">
              <w:rPr>
                <w:rFonts w:cs="Times New Roman"/>
                <w:szCs w:val="24"/>
                <w:lang w:eastAsia="ru-RU"/>
              </w:rPr>
              <w:t xml:space="preserve">Ответственный исполнитель </w:t>
            </w:r>
            <w:r w:rsidRPr="00CE1C81">
              <w:rPr>
                <w:rFonts w:cs="Times New Roman"/>
                <w:szCs w:val="24"/>
                <w:lang w:eastAsia="ru-RU"/>
              </w:rPr>
              <w:br/>
              <w:t>Государственной программы</w:t>
            </w:r>
          </w:p>
        </w:tc>
        <w:tc>
          <w:tcPr>
            <w:tcW w:w="8764" w:type="dxa"/>
            <w:shd w:val="clear" w:color="auto" w:fill="FFFFFF"/>
            <w:hideMark/>
          </w:tcPr>
          <w:p w14:paraId="1B53B652" w14:textId="77777777" w:rsidR="00CE1C81" w:rsidRPr="00CE1C81" w:rsidRDefault="00CE1C81" w:rsidP="00CE1C81">
            <w:pPr>
              <w:spacing w:line="233" w:lineRule="auto"/>
              <w:ind w:firstLine="0"/>
              <w:rPr>
                <w:rFonts w:cs="Times New Roman"/>
                <w:szCs w:val="24"/>
                <w:lang w:eastAsia="ru-RU"/>
              </w:rPr>
            </w:pPr>
            <w:r w:rsidRPr="00CE1C81">
              <w:rPr>
                <w:rFonts w:cs="Times New Roman"/>
                <w:szCs w:val="24"/>
                <w:lang w:eastAsia="ru-RU"/>
              </w:rPr>
              <w:t>Салтыков Денис Александрович – министр спорта Ярославской области</w:t>
            </w:r>
          </w:p>
        </w:tc>
      </w:tr>
      <w:tr w:rsidR="00CE1C81" w:rsidRPr="00CE1C81" w14:paraId="3830857A" w14:textId="77777777" w:rsidTr="00361C20">
        <w:tc>
          <w:tcPr>
            <w:tcW w:w="5832" w:type="dxa"/>
            <w:shd w:val="clear" w:color="auto" w:fill="FFFFFF"/>
            <w:hideMark/>
          </w:tcPr>
          <w:p w14:paraId="379111B1" w14:textId="77777777" w:rsidR="00CE1C81" w:rsidRPr="00CE1C81" w:rsidRDefault="00CE1C81" w:rsidP="00CE1C81">
            <w:pPr>
              <w:spacing w:line="233" w:lineRule="auto"/>
              <w:ind w:firstLine="0"/>
              <w:rPr>
                <w:rFonts w:cs="Times New Roman"/>
                <w:szCs w:val="24"/>
                <w:lang w:eastAsia="ru-RU"/>
              </w:rPr>
            </w:pPr>
            <w:r w:rsidRPr="00CE1C81">
              <w:rPr>
                <w:rFonts w:cs="Times New Roman"/>
                <w:szCs w:val="24"/>
                <w:lang w:eastAsia="ru-RU"/>
              </w:rPr>
              <w:t xml:space="preserve">Период реализации Государственной </w:t>
            </w:r>
            <w:r w:rsidRPr="00CE1C81">
              <w:rPr>
                <w:rFonts w:cs="Times New Roman"/>
                <w:szCs w:val="24"/>
                <w:lang w:eastAsia="ru-RU"/>
              </w:rPr>
              <w:br/>
              <w:t>программы</w:t>
            </w:r>
          </w:p>
        </w:tc>
        <w:tc>
          <w:tcPr>
            <w:tcW w:w="8764" w:type="dxa"/>
            <w:shd w:val="clear" w:color="auto" w:fill="FFFFFF"/>
            <w:hideMark/>
          </w:tcPr>
          <w:p w14:paraId="5360808D" w14:textId="77777777" w:rsidR="00CE1C81" w:rsidRPr="00CE1C81" w:rsidRDefault="00CE1C81" w:rsidP="00CE1C81">
            <w:pPr>
              <w:spacing w:line="233" w:lineRule="auto"/>
              <w:ind w:firstLine="0"/>
              <w:rPr>
                <w:rFonts w:cs="Times New Roman"/>
                <w:szCs w:val="24"/>
                <w:lang w:eastAsia="ru-RU"/>
              </w:rPr>
            </w:pPr>
            <w:r w:rsidRPr="00CE1C81">
              <w:rPr>
                <w:rFonts w:cs="Times New Roman"/>
                <w:szCs w:val="24"/>
                <w:lang w:eastAsia="ru-RU"/>
              </w:rPr>
              <w:t>2024 – 2030 годы</w:t>
            </w:r>
          </w:p>
        </w:tc>
      </w:tr>
      <w:tr w:rsidR="00CE1C81" w:rsidRPr="00CE1C81" w14:paraId="47E3AF19" w14:textId="77777777" w:rsidTr="00361C20">
        <w:tc>
          <w:tcPr>
            <w:tcW w:w="5832" w:type="dxa"/>
            <w:shd w:val="clear" w:color="auto" w:fill="FFFFFF"/>
            <w:hideMark/>
          </w:tcPr>
          <w:p w14:paraId="387D7482" w14:textId="77777777" w:rsidR="00CE1C81" w:rsidRPr="00CE1C81" w:rsidRDefault="00CE1C81" w:rsidP="00CE1C81">
            <w:pPr>
              <w:spacing w:line="233" w:lineRule="auto"/>
              <w:ind w:firstLine="0"/>
              <w:rPr>
                <w:rFonts w:cs="Times New Roman"/>
                <w:szCs w:val="24"/>
                <w:lang w:eastAsia="ru-RU"/>
              </w:rPr>
            </w:pPr>
            <w:r w:rsidRPr="00CE1C81">
              <w:rPr>
                <w:rFonts w:cs="Times New Roman"/>
                <w:szCs w:val="24"/>
                <w:lang w:eastAsia="ru-RU"/>
              </w:rPr>
              <w:t>Цели Государственной программы</w:t>
            </w:r>
          </w:p>
        </w:tc>
        <w:tc>
          <w:tcPr>
            <w:tcW w:w="8764" w:type="dxa"/>
            <w:shd w:val="clear" w:color="auto" w:fill="FFFFFF"/>
            <w:hideMark/>
          </w:tcPr>
          <w:p w14:paraId="3FEB7B3D" w14:textId="77777777" w:rsidR="00CE1C81" w:rsidRPr="00CE1C81" w:rsidRDefault="00CE1C81" w:rsidP="00CE1C81">
            <w:pPr>
              <w:spacing w:line="233" w:lineRule="auto"/>
              <w:ind w:firstLine="0"/>
              <w:rPr>
                <w:rFonts w:cs="Times New Roman"/>
                <w:szCs w:val="24"/>
                <w:lang w:eastAsia="ru-RU"/>
              </w:rPr>
            </w:pPr>
            <w:r w:rsidRPr="00CE1C81">
              <w:rPr>
                <w:rFonts w:cs="Times New Roman"/>
                <w:szCs w:val="24"/>
                <w:lang w:eastAsia="ru-RU"/>
              </w:rPr>
              <w:t>увеличение доли граждан, систематически занимающихся физической культурой и спортом, до 70 процентов к 2030 году</w:t>
            </w:r>
          </w:p>
        </w:tc>
      </w:tr>
      <w:tr w:rsidR="00CE1C81" w:rsidRPr="00CE1C81" w14:paraId="10206248" w14:textId="77777777" w:rsidTr="00361C20">
        <w:tc>
          <w:tcPr>
            <w:tcW w:w="5832" w:type="dxa"/>
            <w:shd w:val="clear" w:color="auto" w:fill="FFFFFF"/>
            <w:hideMark/>
          </w:tcPr>
          <w:p w14:paraId="04C1270E" w14:textId="77777777" w:rsidR="00CE1C81" w:rsidRPr="00CE1C81" w:rsidRDefault="00CE1C81" w:rsidP="00CE1C81">
            <w:pPr>
              <w:spacing w:line="233" w:lineRule="auto"/>
              <w:ind w:firstLine="0"/>
              <w:rPr>
                <w:rFonts w:cs="Times New Roman"/>
                <w:szCs w:val="24"/>
                <w:lang w:eastAsia="ru-RU"/>
              </w:rPr>
            </w:pPr>
            <w:r w:rsidRPr="00CE1C81">
              <w:rPr>
                <w:rFonts w:cs="Times New Roman"/>
                <w:szCs w:val="24"/>
                <w:lang w:eastAsia="ru-RU"/>
              </w:rPr>
              <w:t xml:space="preserve">Объемы финансового обеспечения за весь период реализации Государственной </w:t>
            </w:r>
            <w:r w:rsidRPr="00CE1C81">
              <w:rPr>
                <w:rFonts w:cs="Times New Roman"/>
                <w:szCs w:val="24"/>
                <w:lang w:eastAsia="ru-RU"/>
              </w:rPr>
              <w:br/>
              <w:t>программы</w:t>
            </w:r>
          </w:p>
        </w:tc>
        <w:tc>
          <w:tcPr>
            <w:tcW w:w="8764" w:type="dxa"/>
            <w:shd w:val="clear" w:color="auto" w:fill="FFFFFF"/>
            <w:hideMark/>
          </w:tcPr>
          <w:p w14:paraId="0103F6D1" w14:textId="77777777" w:rsidR="00CE1C81" w:rsidRPr="00CE1C81" w:rsidRDefault="00CE1C81" w:rsidP="00CE1C81">
            <w:pPr>
              <w:spacing w:line="233" w:lineRule="auto"/>
              <w:ind w:firstLine="0"/>
              <w:rPr>
                <w:rFonts w:cs="Times New Roman"/>
                <w:szCs w:val="24"/>
                <w:lang w:eastAsia="ru-RU"/>
              </w:rPr>
            </w:pPr>
            <w:r w:rsidRPr="00CE1C81">
              <w:rPr>
                <w:rFonts w:cs="Times New Roman"/>
                <w:szCs w:val="24"/>
                <w:lang w:eastAsia="ru-RU"/>
              </w:rPr>
              <w:t>6 934 349,7 тыс. рублей</w:t>
            </w:r>
          </w:p>
        </w:tc>
      </w:tr>
      <w:tr w:rsidR="00CE1C81" w:rsidRPr="00CE1C81" w14:paraId="069D2DAF" w14:textId="77777777" w:rsidTr="00361C20">
        <w:tc>
          <w:tcPr>
            <w:tcW w:w="5832" w:type="dxa"/>
            <w:shd w:val="clear" w:color="auto" w:fill="FFFFFF"/>
            <w:hideMark/>
          </w:tcPr>
          <w:p w14:paraId="45671A08" w14:textId="77777777" w:rsidR="00CE1C81" w:rsidRPr="00CE1C81" w:rsidRDefault="00CE1C81" w:rsidP="00CE1C81">
            <w:pPr>
              <w:spacing w:line="233" w:lineRule="auto"/>
              <w:ind w:firstLine="0"/>
              <w:rPr>
                <w:rFonts w:cs="Times New Roman"/>
                <w:szCs w:val="24"/>
                <w:lang w:eastAsia="ru-RU"/>
              </w:rPr>
            </w:pPr>
            <w:r w:rsidRPr="00CE1C81">
              <w:rPr>
                <w:rFonts w:cs="Times New Roman"/>
                <w:szCs w:val="24"/>
                <w:lang w:eastAsia="ru-RU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8764" w:type="dxa"/>
            <w:shd w:val="clear" w:color="auto" w:fill="FFFFFF"/>
            <w:hideMark/>
          </w:tcPr>
          <w:p w14:paraId="1F5E7AE4" w14:textId="77777777" w:rsidR="00CE1C81" w:rsidRPr="00CE1C81" w:rsidRDefault="00CE1C81" w:rsidP="00CE1C81">
            <w:pPr>
              <w:spacing w:line="233" w:lineRule="auto"/>
              <w:ind w:firstLine="0"/>
              <w:rPr>
                <w:rFonts w:cs="Times New Roman"/>
                <w:szCs w:val="24"/>
                <w:lang w:eastAsia="ru-RU"/>
              </w:rPr>
            </w:pPr>
            <w:r w:rsidRPr="00CE1C81">
              <w:rPr>
                <w:rFonts w:cs="Times New Roman"/>
                <w:szCs w:val="24"/>
                <w:lang w:eastAsia="ru-RU"/>
              </w:rPr>
              <w:t>национальная цель «Сохранение населения, укрепление здоровья и повышение благополучия людей, поддержка семьи» (снижение к 2030 году суммарной продолжительности временной нетрудоспособности граждан в трудоспособном возрасте на основе формирования здорового образа жизни, создания условий для своевременной профилактики заболеваний и привлечения граждан к систематическим занятиям спортом, повышение к 2030 году уровня удовлетворенности граждан условиями для занятий физической культурой и спортом)/ государственная программа Российской Федерации «Развитие физической культуры и спорта»</w:t>
            </w:r>
          </w:p>
        </w:tc>
      </w:tr>
    </w:tbl>
    <w:p w14:paraId="56EE5688" w14:textId="77777777" w:rsidR="00CE1C81" w:rsidRPr="00CE1C81" w:rsidRDefault="00CE1C81" w:rsidP="00CE1C81">
      <w:pPr>
        <w:ind w:firstLine="0"/>
        <w:jc w:val="center"/>
        <w:rPr>
          <w:rFonts w:cs="Times New Roman"/>
          <w:sz w:val="24"/>
          <w:szCs w:val="28"/>
        </w:rPr>
      </w:pPr>
    </w:p>
    <w:p w14:paraId="107A95F2" w14:textId="77777777" w:rsidR="00CE1C81" w:rsidRPr="00CE1C81" w:rsidRDefault="00CE1C81" w:rsidP="00CE1C81">
      <w:pPr>
        <w:keepNext/>
        <w:ind w:firstLine="0"/>
        <w:jc w:val="center"/>
        <w:rPr>
          <w:rFonts w:cs="Times New Roman"/>
          <w:szCs w:val="28"/>
        </w:rPr>
      </w:pPr>
      <w:r w:rsidRPr="00CE1C81">
        <w:rPr>
          <w:rFonts w:cs="Times New Roman"/>
          <w:szCs w:val="28"/>
        </w:rPr>
        <w:lastRenderedPageBreak/>
        <w:t>2. Показатели Государственной программы</w:t>
      </w:r>
    </w:p>
    <w:p w14:paraId="0A78A056" w14:textId="77777777" w:rsidR="00CE1C81" w:rsidRPr="00CE1C81" w:rsidRDefault="00CE1C81" w:rsidP="00CE1C81">
      <w:pPr>
        <w:keepNext/>
        <w:rPr>
          <w:rFonts w:cs="Times New Roman"/>
          <w:szCs w:val="28"/>
        </w:rPr>
      </w:pPr>
    </w:p>
    <w:tbl>
      <w:tblPr>
        <w:tblStyle w:val="240"/>
        <w:tblW w:w="1530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1134"/>
        <w:gridCol w:w="850"/>
        <w:gridCol w:w="1134"/>
        <w:gridCol w:w="851"/>
        <w:gridCol w:w="708"/>
        <w:gridCol w:w="851"/>
        <w:gridCol w:w="709"/>
        <w:gridCol w:w="708"/>
        <w:gridCol w:w="567"/>
        <w:gridCol w:w="567"/>
        <w:gridCol w:w="709"/>
        <w:gridCol w:w="709"/>
        <w:gridCol w:w="709"/>
        <w:gridCol w:w="708"/>
        <w:gridCol w:w="993"/>
        <w:gridCol w:w="1701"/>
        <w:gridCol w:w="1275"/>
      </w:tblGrid>
      <w:tr w:rsidR="00744423" w:rsidRPr="00CE1C81" w14:paraId="6EE84918" w14:textId="77777777" w:rsidTr="00744423">
        <w:trPr>
          <w:tblHeader/>
        </w:trPr>
        <w:tc>
          <w:tcPr>
            <w:tcW w:w="426" w:type="dxa"/>
            <w:vMerge w:val="restart"/>
          </w:tcPr>
          <w:p w14:paraId="1ED17894" w14:textId="77777777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 xml:space="preserve">№ </w:t>
            </w:r>
          </w:p>
          <w:p w14:paraId="1A9B5A6F" w14:textId="650B8CCC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п/п</w:t>
            </w:r>
          </w:p>
        </w:tc>
        <w:tc>
          <w:tcPr>
            <w:tcW w:w="1134" w:type="dxa"/>
            <w:vMerge w:val="restart"/>
          </w:tcPr>
          <w:p w14:paraId="54E901BB" w14:textId="3CE72777" w:rsidR="00744423" w:rsidRPr="00CE1C81" w:rsidRDefault="00744423" w:rsidP="00CE1C81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Наимено</w:t>
            </w:r>
            <w:r w:rsidRPr="00CE1C81">
              <w:rPr>
                <w:rFonts w:cs="Times New Roman"/>
                <w:bCs/>
                <w:sz w:val="22"/>
              </w:rPr>
              <w:softHyphen/>
              <w:t>вание по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ка</w:t>
            </w:r>
            <w:r w:rsidRPr="00CE1C81">
              <w:rPr>
                <w:rFonts w:cs="Times New Roman"/>
                <w:bCs/>
                <w:sz w:val="22"/>
              </w:rPr>
              <w:softHyphen/>
              <w:t>зателя</w:t>
            </w:r>
          </w:p>
        </w:tc>
        <w:tc>
          <w:tcPr>
            <w:tcW w:w="850" w:type="dxa"/>
            <w:vMerge w:val="restart"/>
          </w:tcPr>
          <w:p w14:paraId="09F43FA0" w14:textId="4AB1E65B" w:rsidR="00744423" w:rsidRPr="00CE1C81" w:rsidRDefault="00744423" w:rsidP="00CE1C81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Уро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вень пока</w:t>
            </w:r>
            <w:r w:rsidRPr="00CE1C81">
              <w:rPr>
                <w:rFonts w:cs="Times New Roman"/>
                <w:bCs/>
                <w:sz w:val="22"/>
              </w:rPr>
              <w:softHyphen/>
              <w:t>зателя</w:t>
            </w:r>
          </w:p>
        </w:tc>
        <w:tc>
          <w:tcPr>
            <w:tcW w:w="1134" w:type="dxa"/>
            <w:vMerge w:val="restart"/>
          </w:tcPr>
          <w:p w14:paraId="7A3984AF" w14:textId="74C695FC" w:rsidR="00744423" w:rsidRPr="00CE1C81" w:rsidRDefault="00744423" w:rsidP="00CE1C81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Признак во</w:t>
            </w:r>
            <w:r w:rsidRPr="00CE1C81">
              <w:rPr>
                <w:rFonts w:cs="Times New Roman"/>
                <w:b/>
                <w:sz w:val="22"/>
                <w:szCs w:val="28"/>
              </w:rPr>
              <w:t>з</w:t>
            </w:r>
            <w:r w:rsidRPr="00CE1C81">
              <w:rPr>
                <w:rFonts w:cs="Times New Roman"/>
                <w:bCs/>
                <w:sz w:val="22"/>
              </w:rPr>
              <w:softHyphen/>
              <w:t>растания/ убывания</w:t>
            </w:r>
          </w:p>
        </w:tc>
        <w:tc>
          <w:tcPr>
            <w:tcW w:w="851" w:type="dxa"/>
            <w:vMerge w:val="restart"/>
          </w:tcPr>
          <w:p w14:paraId="0BA42A2F" w14:textId="3BEEBB4C" w:rsidR="00744423" w:rsidRPr="00CE1C81" w:rsidRDefault="00744423" w:rsidP="00CE1C81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Едини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ца из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мерения (по ОКЕИ)</w:t>
            </w:r>
          </w:p>
        </w:tc>
        <w:tc>
          <w:tcPr>
            <w:tcW w:w="1559" w:type="dxa"/>
            <w:gridSpan w:val="2"/>
          </w:tcPr>
          <w:p w14:paraId="0CD06E3E" w14:textId="42BD04B2" w:rsidR="00744423" w:rsidRPr="00CE1C81" w:rsidRDefault="00744423" w:rsidP="00CE1C81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Базовое зна</w:t>
            </w:r>
            <w:r w:rsidRPr="00CE1C81">
              <w:rPr>
                <w:rFonts w:cs="Times New Roman"/>
                <w:bCs/>
                <w:sz w:val="22"/>
              </w:rPr>
              <w:softHyphen/>
              <w:t>чение</w:t>
            </w:r>
          </w:p>
        </w:tc>
        <w:tc>
          <w:tcPr>
            <w:tcW w:w="4678" w:type="dxa"/>
            <w:gridSpan w:val="7"/>
          </w:tcPr>
          <w:p w14:paraId="536A65D2" w14:textId="31BED380" w:rsidR="00744423" w:rsidRPr="00CE1C81" w:rsidRDefault="00744423" w:rsidP="00CE1C81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Значение показателя по годам</w:t>
            </w:r>
          </w:p>
        </w:tc>
        <w:tc>
          <w:tcPr>
            <w:tcW w:w="708" w:type="dxa"/>
            <w:vMerge w:val="restart"/>
          </w:tcPr>
          <w:p w14:paraId="33D112A4" w14:textId="3DAD5FE2" w:rsidR="00744423" w:rsidRPr="00CE1C81" w:rsidRDefault="00744423" w:rsidP="00CE1C81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Доку-мент</w:t>
            </w:r>
          </w:p>
        </w:tc>
        <w:tc>
          <w:tcPr>
            <w:tcW w:w="993" w:type="dxa"/>
            <w:vMerge w:val="restart"/>
          </w:tcPr>
          <w:p w14:paraId="76C4DFE3" w14:textId="16E418FC" w:rsidR="00744423" w:rsidRPr="00CE1C81" w:rsidRDefault="00744423" w:rsidP="00CE1C81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От</w:t>
            </w:r>
            <w:r w:rsidRPr="00CE1C81">
              <w:rPr>
                <w:rFonts w:cs="Times New Roman"/>
                <w:bCs/>
                <w:sz w:val="22"/>
              </w:rPr>
              <w:softHyphen/>
              <w:t>ветствен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ный за до</w:t>
            </w:r>
            <w:r w:rsidRPr="00CE1C81">
              <w:rPr>
                <w:rFonts w:cs="Times New Roman"/>
                <w:bCs/>
                <w:sz w:val="22"/>
              </w:rPr>
              <w:softHyphen/>
              <w:t>стижение показа-теля</w:t>
            </w:r>
          </w:p>
        </w:tc>
        <w:tc>
          <w:tcPr>
            <w:tcW w:w="1701" w:type="dxa"/>
            <w:vMerge w:val="restart"/>
          </w:tcPr>
          <w:p w14:paraId="79CDFE26" w14:textId="03138B21" w:rsidR="00744423" w:rsidRPr="00CE1C81" w:rsidRDefault="00744423" w:rsidP="00CE1C81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Связь с по</w:t>
            </w:r>
            <w:r w:rsidRPr="00CE1C81">
              <w:rPr>
                <w:rFonts w:cs="Times New Roman"/>
                <w:bCs/>
                <w:sz w:val="22"/>
              </w:rPr>
              <w:softHyphen/>
              <w:t>казателями наци</w:t>
            </w:r>
            <w:r w:rsidRPr="00CE1C81">
              <w:rPr>
                <w:rFonts w:cs="Times New Roman"/>
                <w:bCs/>
                <w:sz w:val="22"/>
              </w:rPr>
              <w:softHyphen/>
              <w:t>ональных целей</w:t>
            </w:r>
          </w:p>
        </w:tc>
        <w:tc>
          <w:tcPr>
            <w:tcW w:w="1275" w:type="dxa"/>
            <w:vMerge w:val="restart"/>
          </w:tcPr>
          <w:p w14:paraId="6E9BED37" w14:textId="71E5839C" w:rsidR="00744423" w:rsidRPr="00CE1C81" w:rsidRDefault="00744423" w:rsidP="00CE1C81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Ин</w:t>
            </w:r>
            <w:r w:rsidRPr="00CE1C81">
              <w:rPr>
                <w:rFonts w:cs="Times New Roman"/>
                <w:bCs/>
                <w:sz w:val="22"/>
              </w:rPr>
              <w:softHyphen/>
              <w:t>формацион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ная система</w:t>
            </w:r>
          </w:p>
        </w:tc>
      </w:tr>
      <w:tr w:rsidR="00744423" w:rsidRPr="00CE1C81" w14:paraId="24B019AE" w14:textId="77777777" w:rsidTr="00CE1C81">
        <w:trPr>
          <w:tblHeader/>
        </w:trPr>
        <w:tc>
          <w:tcPr>
            <w:tcW w:w="426" w:type="dxa"/>
            <w:vMerge/>
          </w:tcPr>
          <w:p w14:paraId="31B55312" w14:textId="77777777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1134" w:type="dxa"/>
            <w:vMerge/>
          </w:tcPr>
          <w:p w14:paraId="14409B54" w14:textId="77777777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850" w:type="dxa"/>
            <w:vMerge/>
          </w:tcPr>
          <w:p w14:paraId="0D93AB6D" w14:textId="77777777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1134" w:type="dxa"/>
            <w:vMerge/>
          </w:tcPr>
          <w:p w14:paraId="75243A21" w14:textId="77777777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851" w:type="dxa"/>
            <w:vMerge/>
          </w:tcPr>
          <w:p w14:paraId="09D6F369" w14:textId="77777777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708" w:type="dxa"/>
          </w:tcPr>
          <w:p w14:paraId="1644BA85" w14:textId="007E2130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зна</w:t>
            </w:r>
            <w:r w:rsidRPr="00CE1C81">
              <w:rPr>
                <w:rFonts w:cs="Times New Roman"/>
                <w:bCs/>
                <w:sz w:val="22"/>
              </w:rPr>
              <w:softHyphen/>
              <w:t>чение</w:t>
            </w:r>
          </w:p>
        </w:tc>
        <w:tc>
          <w:tcPr>
            <w:tcW w:w="851" w:type="dxa"/>
          </w:tcPr>
          <w:p w14:paraId="65B43CB5" w14:textId="01CBE48A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год</w:t>
            </w:r>
          </w:p>
        </w:tc>
        <w:tc>
          <w:tcPr>
            <w:tcW w:w="709" w:type="dxa"/>
          </w:tcPr>
          <w:p w14:paraId="4E89D507" w14:textId="4BFBB54B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2024</w:t>
            </w:r>
          </w:p>
        </w:tc>
        <w:tc>
          <w:tcPr>
            <w:tcW w:w="708" w:type="dxa"/>
          </w:tcPr>
          <w:p w14:paraId="18BE4F41" w14:textId="1266D88A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2025</w:t>
            </w:r>
          </w:p>
        </w:tc>
        <w:tc>
          <w:tcPr>
            <w:tcW w:w="567" w:type="dxa"/>
          </w:tcPr>
          <w:p w14:paraId="57F31EB1" w14:textId="0E8DD4E4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2026</w:t>
            </w:r>
          </w:p>
        </w:tc>
        <w:tc>
          <w:tcPr>
            <w:tcW w:w="567" w:type="dxa"/>
          </w:tcPr>
          <w:p w14:paraId="24ED6157" w14:textId="722CEF7D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2027</w:t>
            </w:r>
          </w:p>
        </w:tc>
        <w:tc>
          <w:tcPr>
            <w:tcW w:w="709" w:type="dxa"/>
          </w:tcPr>
          <w:p w14:paraId="41BC15CE" w14:textId="40EC853F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2028</w:t>
            </w:r>
          </w:p>
        </w:tc>
        <w:tc>
          <w:tcPr>
            <w:tcW w:w="709" w:type="dxa"/>
          </w:tcPr>
          <w:p w14:paraId="679D5973" w14:textId="4CC09F06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2029</w:t>
            </w:r>
          </w:p>
        </w:tc>
        <w:tc>
          <w:tcPr>
            <w:tcW w:w="709" w:type="dxa"/>
          </w:tcPr>
          <w:p w14:paraId="1A7D73E9" w14:textId="14A17A8E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2030</w:t>
            </w:r>
          </w:p>
        </w:tc>
        <w:tc>
          <w:tcPr>
            <w:tcW w:w="708" w:type="dxa"/>
            <w:vMerge/>
          </w:tcPr>
          <w:p w14:paraId="59D47108" w14:textId="77777777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993" w:type="dxa"/>
            <w:vMerge/>
          </w:tcPr>
          <w:p w14:paraId="4601335F" w14:textId="77777777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1701" w:type="dxa"/>
            <w:vMerge/>
          </w:tcPr>
          <w:p w14:paraId="371C99D4" w14:textId="77777777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1275" w:type="dxa"/>
            <w:vMerge/>
          </w:tcPr>
          <w:p w14:paraId="5F463D72" w14:textId="77777777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</w:tr>
    </w:tbl>
    <w:p w14:paraId="5F7A5303" w14:textId="77777777" w:rsidR="00744423" w:rsidRPr="00744423" w:rsidRDefault="00744423">
      <w:pPr>
        <w:rPr>
          <w:sz w:val="2"/>
          <w:szCs w:val="2"/>
        </w:rPr>
      </w:pPr>
    </w:p>
    <w:tbl>
      <w:tblPr>
        <w:tblStyle w:val="240"/>
        <w:tblW w:w="1530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1134"/>
        <w:gridCol w:w="850"/>
        <w:gridCol w:w="1134"/>
        <w:gridCol w:w="851"/>
        <w:gridCol w:w="708"/>
        <w:gridCol w:w="851"/>
        <w:gridCol w:w="709"/>
        <w:gridCol w:w="708"/>
        <w:gridCol w:w="567"/>
        <w:gridCol w:w="567"/>
        <w:gridCol w:w="709"/>
        <w:gridCol w:w="709"/>
        <w:gridCol w:w="709"/>
        <w:gridCol w:w="708"/>
        <w:gridCol w:w="993"/>
        <w:gridCol w:w="1701"/>
        <w:gridCol w:w="1275"/>
      </w:tblGrid>
      <w:tr w:rsidR="00744423" w:rsidRPr="00CE1C81" w14:paraId="7D0754E8" w14:textId="77777777" w:rsidTr="00CE1C81">
        <w:trPr>
          <w:tblHeader/>
        </w:trPr>
        <w:tc>
          <w:tcPr>
            <w:tcW w:w="426" w:type="dxa"/>
          </w:tcPr>
          <w:p w14:paraId="54A59816" w14:textId="77777777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1134" w:type="dxa"/>
          </w:tcPr>
          <w:p w14:paraId="6FC85ECD" w14:textId="77777777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2</w:t>
            </w:r>
          </w:p>
        </w:tc>
        <w:tc>
          <w:tcPr>
            <w:tcW w:w="850" w:type="dxa"/>
          </w:tcPr>
          <w:p w14:paraId="74E9E45E" w14:textId="77777777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3</w:t>
            </w:r>
          </w:p>
        </w:tc>
        <w:tc>
          <w:tcPr>
            <w:tcW w:w="1134" w:type="dxa"/>
          </w:tcPr>
          <w:p w14:paraId="4BEADAC4" w14:textId="77777777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4</w:t>
            </w:r>
          </w:p>
        </w:tc>
        <w:tc>
          <w:tcPr>
            <w:tcW w:w="851" w:type="dxa"/>
          </w:tcPr>
          <w:p w14:paraId="0BD76B58" w14:textId="77777777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5</w:t>
            </w:r>
          </w:p>
        </w:tc>
        <w:tc>
          <w:tcPr>
            <w:tcW w:w="708" w:type="dxa"/>
          </w:tcPr>
          <w:p w14:paraId="623DD626" w14:textId="77777777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6</w:t>
            </w:r>
          </w:p>
        </w:tc>
        <w:tc>
          <w:tcPr>
            <w:tcW w:w="851" w:type="dxa"/>
          </w:tcPr>
          <w:p w14:paraId="794D5F12" w14:textId="77777777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7</w:t>
            </w:r>
          </w:p>
        </w:tc>
        <w:tc>
          <w:tcPr>
            <w:tcW w:w="709" w:type="dxa"/>
          </w:tcPr>
          <w:p w14:paraId="28452BA1" w14:textId="77777777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8</w:t>
            </w:r>
          </w:p>
        </w:tc>
        <w:tc>
          <w:tcPr>
            <w:tcW w:w="708" w:type="dxa"/>
          </w:tcPr>
          <w:p w14:paraId="00A77D29" w14:textId="77777777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9</w:t>
            </w:r>
          </w:p>
        </w:tc>
        <w:tc>
          <w:tcPr>
            <w:tcW w:w="567" w:type="dxa"/>
          </w:tcPr>
          <w:p w14:paraId="34792DD1" w14:textId="77777777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10</w:t>
            </w:r>
          </w:p>
        </w:tc>
        <w:tc>
          <w:tcPr>
            <w:tcW w:w="567" w:type="dxa"/>
          </w:tcPr>
          <w:p w14:paraId="27DF6CF1" w14:textId="77777777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11</w:t>
            </w:r>
          </w:p>
        </w:tc>
        <w:tc>
          <w:tcPr>
            <w:tcW w:w="709" w:type="dxa"/>
          </w:tcPr>
          <w:p w14:paraId="41631981" w14:textId="77777777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12</w:t>
            </w:r>
          </w:p>
        </w:tc>
        <w:tc>
          <w:tcPr>
            <w:tcW w:w="709" w:type="dxa"/>
          </w:tcPr>
          <w:p w14:paraId="11D631AF" w14:textId="77777777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13</w:t>
            </w:r>
          </w:p>
        </w:tc>
        <w:tc>
          <w:tcPr>
            <w:tcW w:w="709" w:type="dxa"/>
          </w:tcPr>
          <w:p w14:paraId="613CD133" w14:textId="77777777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14</w:t>
            </w:r>
          </w:p>
        </w:tc>
        <w:tc>
          <w:tcPr>
            <w:tcW w:w="708" w:type="dxa"/>
          </w:tcPr>
          <w:p w14:paraId="75328E6E" w14:textId="77777777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15</w:t>
            </w:r>
          </w:p>
        </w:tc>
        <w:tc>
          <w:tcPr>
            <w:tcW w:w="993" w:type="dxa"/>
          </w:tcPr>
          <w:p w14:paraId="2F8F0A4C" w14:textId="77777777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16</w:t>
            </w:r>
          </w:p>
        </w:tc>
        <w:tc>
          <w:tcPr>
            <w:tcW w:w="1701" w:type="dxa"/>
          </w:tcPr>
          <w:p w14:paraId="1D8AD4A9" w14:textId="77777777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17</w:t>
            </w:r>
          </w:p>
        </w:tc>
        <w:tc>
          <w:tcPr>
            <w:tcW w:w="1275" w:type="dxa"/>
          </w:tcPr>
          <w:p w14:paraId="720D2312" w14:textId="77777777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18</w:t>
            </w:r>
          </w:p>
        </w:tc>
      </w:tr>
      <w:tr w:rsidR="00744423" w:rsidRPr="00CE1C81" w14:paraId="7AF2EDB3" w14:textId="77777777" w:rsidTr="00CE1C81">
        <w:tc>
          <w:tcPr>
            <w:tcW w:w="15309" w:type="dxa"/>
            <w:gridSpan w:val="18"/>
          </w:tcPr>
          <w:p w14:paraId="1D5153BA" w14:textId="77777777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 xml:space="preserve">Цель Государственной программы – увеличение доли граждан, систематически занимающихся физической культурой и спортом, </w:t>
            </w:r>
          </w:p>
          <w:p w14:paraId="5405BB65" w14:textId="77777777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до 70 процентов к 2030 году</w:t>
            </w:r>
          </w:p>
        </w:tc>
      </w:tr>
      <w:tr w:rsidR="00744423" w:rsidRPr="00CE1C81" w14:paraId="23C7ABB8" w14:textId="77777777" w:rsidTr="00CE1C81">
        <w:tc>
          <w:tcPr>
            <w:tcW w:w="426" w:type="dxa"/>
          </w:tcPr>
          <w:p w14:paraId="5495EE54" w14:textId="77777777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1.</w:t>
            </w:r>
          </w:p>
        </w:tc>
        <w:tc>
          <w:tcPr>
            <w:tcW w:w="1134" w:type="dxa"/>
          </w:tcPr>
          <w:p w14:paraId="16E4E190" w14:textId="32B50112" w:rsidR="00744423" w:rsidRPr="00CE1C81" w:rsidRDefault="00744423" w:rsidP="00744423">
            <w:pPr>
              <w:widowControl w:val="0"/>
              <w:spacing w:line="245" w:lineRule="auto"/>
              <w:ind w:firstLine="0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Доля граждан, системати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чески за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нимаю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щихся фи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зической культурой и спортом</w:t>
            </w:r>
          </w:p>
        </w:tc>
        <w:tc>
          <w:tcPr>
            <w:tcW w:w="850" w:type="dxa"/>
          </w:tcPr>
          <w:p w14:paraId="65AE0B01" w14:textId="77777777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ГП РФ, ВДЛ</w:t>
            </w:r>
          </w:p>
        </w:tc>
        <w:tc>
          <w:tcPr>
            <w:tcW w:w="1134" w:type="dxa"/>
          </w:tcPr>
          <w:p w14:paraId="60E92052" w14:textId="77777777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воз</w:t>
            </w:r>
            <w:r w:rsidRPr="00CE1C81">
              <w:rPr>
                <w:rFonts w:cs="Times New Roman"/>
                <w:bCs/>
                <w:sz w:val="22"/>
              </w:rPr>
              <w:softHyphen/>
              <w:t>растание</w:t>
            </w:r>
          </w:p>
        </w:tc>
        <w:tc>
          <w:tcPr>
            <w:tcW w:w="851" w:type="dxa"/>
          </w:tcPr>
          <w:p w14:paraId="6A89C666" w14:textId="40D8374E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процен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тов</w:t>
            </w:r>
          </w:p>
        </w:tc>
        <w:tc>
          <w:tcPr>
            <w:tcW w:w="708" w:type="dxa"/>
          </w:tcPr>
          <w:p w14:paraId="428D2460" w14:textId="77777777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45,9</w:t>
            </w:r>
          </w:p>
        </w:tc>
        <w:tc>
          <w:tcPr>
            <w:tcW w:w="851" w:type="dxa"/>
          </w:tcPr>
          <w:p w14:paraId="3BB9513D" w14:textId="77777777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2021</w:t>
            </w:r>
          </w:p>
        </w:tc>
        <w:tc>
          <w:tcPr>
            <w:tcW w:w="709" w:type="dxa"/>
          </w:tcPr>
          <w:p w14:paraId="4F6E6D3F" w14:textId="77777777" w:rsidR="00744423" w:rsidRPr="00CE1C81" w:rsidRDefault="00744423" w:rsidP="00744423">
            <w:pPr>
              <w:widowControl w:val="0"/>
              <w:spacing w:line="245" w:lineRule="auto"/>
              <w:ind w:left="-79"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53</w:t>
            </w:r>
          </w:p>
        </w:tc>
        <w:tc>
          <w:tcPr>
            <w:tcW w:w="708" w:type="dxa"/>
          </w:tcPr>
          <w:p w14:paraId="5A61ECCA" w14:textId="77777777" w:rsidR="00744423" w:rsidRPr="00CE1C81" w:rsidRDefault="00744423" w:rsidP="00744423">
            <w:pPr>
              <w:widowControl w:val="0"/>
              <w:spacing w:line="245" w:lineRule="auto"/>
              <w:ind w:left="-79"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55,8</w:t>
            </w:r>
          </w:p>
        </w:tc>
        <w:tc>
          <w:tcPr>
            <w:tcW w:w="567" w:type="dxa"/>
          </w:tcPr>
          <w:p w14:paraId="79C5F897" w14:textId="77777777" w:rsidR="00744423" w:rsidRPr="00CE1C81" w:rsidRDefault="00744423" w:rsidP="00744423">
            <w:pPr>
              <w:widowControl w:val="0"/>
              <w:spacing w:line="245" w:lineRule="auto"/>
              <w:ind w:left="-79"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58,7</w:t>
            </w:r>
          </w:p>
        </w:tc>
        <w:tc>
          <w:tcPr>
            <w:tcW w:w="567" w:type="dxa"/>
          </w:tcPr>
          <w:p w14:paraId="3ADEB8AF" w14:textId="77777777" w:rsidR="00744423" w:rsidRPr="00CE1C81" w:rsidRDefault="00744423" w:rsidP="00744423">
            <w:pPr>
              <w:widowControl w:val="0"/>
              <w:spacing w:line="245" w:lineRule="auto"/>
              <w:ind w:left="-79"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61,5</w:t>
            </w:r>
          </w:p>
        </w:tc>
        <w:tc>
          <w:tcPr>
            <w:tcW w:w="709" w:type="dxa"/>
          </w:tcPr>
          <w:p w14:paraId="0D5FE6EC" w14:textId="77777777" w:rsidR="00744423" w:rsidRPr="00CE1C81" w:rsidRDefault="00744423" w:rsidP="00744423">
            <w:pPr>
              <w:widowControl w:val="0"/>
              <w:spacing w:line="245" w:lineRule="auto"/>
              <w:ind w:left="-79"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64,3</w:t>
            </w:r>
          </w:p>
        </w:tc>
        <w:tc>
          <w:tcPr>
            <w:tcW w:w="709" w:type="dxa"/>
          </w:tcPr>
          <w:p w14:paraId="332A9AF1" w14:textId="77777777" w:rsidR="00744423" w:rsidRPr="00CE1C81" w:rsidRDefault="00744423" w:rsidP="00744423">
            <w:pPr>
              <w:widowControl w:val="0"/>
              <w:spacing w:line="245" w:lineRule="auto"/>
              <w:ind w:left="-79"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67,2</w:t>
            </w:r>
          </w:p>
        </w:tc>
        <w:tc>
          <w:tcPr>
            <w:tcW w:w="709" w:type="dxa"/>
          </w:tcPr>
          <w:p w14:paraId="0486D3AA" w14:textId="77777777" w:rsidR="00744423" w:rsidRPr="00CE1C81" w:rsidRDefault="00744423" w:rsidP="00744423">
            <w:pPr>
              <w:widowControl w:val="0"/>
              <w:spacing w:line="245" w:lineRule="auto"/>
              <w:ind w:left="-79"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70</w:t>
            </w:r>
          </w:p>
        </w:tc>
        <w:tc>
          <w:tcPr>
            <w:tcW w:w="708" w:type="dxa"/>
          </w:tcPr>
          <w:p w14:paraId="4372D881" w14:textId="725D5642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  <w:vertAlign w:val="superscript"/>
              </w:rPr>
            </w:pPr>
            <w:r w:rsidRPr="00CE1C81">
              <w:rPr>
                <w:rFonts w:cs="Times New Roman"/>
                <w:bCs/>
                <w:sz w:val="22"/>
              </w:rPr>
              <w:t>Еди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ный план</w:t>
            </w:r>
          </w:p>
        </w:tc>
        <w:tc>
          <w:tcPr>
            <w:tcW w:w="993" w:type="dxa"/>
          </w:tcPr>
          <w:p w14:paraId="27E8AC19" w14:textId="77777777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МСп ЯО</w:t>
            </w:r>
          </w:p>
        </w:tc>
        <w:tc>
          <w:tcPr>
            <w:tcW w:w="1701" w:type="dxa"/>
          </w:tcPr>
          <w:p w14:paraId="241F0FC1" w14:textId="7DA73957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снижение к 2030 году сум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марной продол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жительности временной не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трудоспособно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сти граждан в трудоспособном возрасте на ос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нове формирова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ния здорового образа жизни, создания усло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вий для своевре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менной профи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лактики заболе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ваний и привле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чения граждан к систематическим занятиям спор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том</w:t>
            </w:r>
          </w:p>
        </w:tc>
        <w:tc>
          <w:tcPr>
            <w:tcW w:w="1275" w:type="dxa"/>
          </w:tcPr>
          <w:p w14:paraId="56AC1C54" w14:textId="77777777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ГАСУ</w:t>
            </w:r>
          </w:p>
        </w:tc>
      </w:tr>
      <w:tr w:rsidR="00744423" w:rsidRPr="00CE1C81" w14:paraId="60A9F08F" w14:textId="77777777" w:rsidTr="00CE1C81">
        <w:tc>
          <w:tcPr>
            <w:tcW w:w="426" w:type="dxa"/>
          </w:tcPr>
          <w:p w14:paraId="3E136638" w14:textId="77777777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2.</w:t>
            </w:r>
          </w:p>
        </w:tc>
        <w:tc>
          <w:tcPr>
            <w:tcW w:w="1134" w:type="dxa"/>
          </w:tcPr>
          <w:p w14:paraId="09454AEA" w14:textId="23AFEBC6" w:rsidR="00744423" w:rsidRPr="00CE1C81" w:rsidRDefault="00744423" w:rsidP="00744423">
            <w:pPr>
              <w:widowControl w:val="0"/>
              <w:spacing w:line="245" w:lineRule="auto"/>
              <w:ind w:firstLine="0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Доля сель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 xml:space="preserve">ского </w:t>
            </w:r>
            <w:r w:rsidRPr="00CE1C81">
              <w:rPr>
                <w:rFonts w:cs="Times New Roman"/>
                <w:bCs/>
                <w:sz w:val="22"/>
              </w:rPr>
              <w:lastRenderedPageBreak/>
              <w:t>населения, системати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чески за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нимающе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гося физи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ческой культурой и спортом</w:t>
            </w:r>
          </w:p>
        </w:tc>
        <w:tc>
          <w:tcPr>
            <w:tcW w:w="850" w:type="dxa"/>
          </w:tcPr>
          <w:p w14:paraId="42579AF2" w14:textId="77777777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lastRenderedPageBreak/>
              <w:t>ГП РФ</w:t>
            </w:r>
          </w:p>
        </w:tc>
        <w:tc>
          <w:tcPr>
            <w:tcW w:w="1134" w:type="dxa"/>
          </w:tcPr>
          <w:p w14:paraId="35E008A3" w14:textId="30F83F8A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возраста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ние</w:t>
            </w:r>
          </w:p>
        </w:tc>
        <w:tc>
          <w:tcPr>
            <w:tcW w:w="851" w:type="dxa"/>
          </w:tcPr>
          <w:p w14:paraId="6EB81D12" w14:textId="334EB07E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процен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тов</w:t>
            </w:r>
          </w:p>
        </w:tc>
        <w:tc>
          <w:tcPr>
            <w:tcW w:w="708" w:type="dxa"/>
          </w:tcPr>
          <w:p w14:paraId="28401CCC" w14:textId="77777777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45</w:t>
            </w:r>
          </w:p>
        </w:tc>
        <w:tc>
          <w:tcPr>
            <w:tcW w:w="851" w:type="dxa"/>
          </w:tcPr>
          <w:p w14:paraId="3E9D8F42" w14:textId="77777777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2021</w:t>
            </w:r>
          </w:p>
        </w:tc>
        <w:tc>
          <w:tcPr>
            <w:tcW w:w="709" w:type="dxa"/>
          </w:tcPr>
          <w:p w14:paraId="3D8DA5F4" w14:textId="77777777" w:rsidR="00744423" w:rsidRPr="00CE1C81" w:rsidRDefault="00744423" w:rsidP="00744423">
            <w:pPr>
              <w:widowControl w:val="0"/>
              <w:spacing w:line="245" w:lineRule="auto"/>
              <w:ind w:left="-79"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49</w:t>
            </w:r>
          </w:p>
        </w:tc>
        <w:tc>
          <w:tcPr>
            <w:tcW w:w="708" w:type="dxa"/>
          </w:tcPr>
          <w:p w14:paraId="7E244659" w14:textId="77777777" w:rsidR="00744423" w:rsidRPr="00CE1C81" w:rsidRDefault="00744423" w:rsidP="00744423">
            <w:pPr>
              <w:widowControl w:val="0"/>
              <w:spacing w:line="245" w:lineRule="auto"/>
              <w:ind w:left="-79"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50</w:t>
            </w:r>
          </w:p>
        </w:tc>
        <w:tc>
          <w:tcPr>
            <w:tcW w:w="567" w:type="dxa"/>
          </w:tcPr>
          <w:p w14:paraId="50ABB3D3" w14:textId="77777777" w:rsidR="00744423" w:rsidRPr="00CE1C81" w:rsidRDefault="00744423" w:rsidP="00744423">
            <w:pPr>
              <w:widowControl w:val="0"/>
              <w:spacing w:line="245" w:lineRule="auto"/>
              <w:ind w:left="-79"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51</w:t>
            </w:r>
          </w:p>
        </w:tc>
        <w:tc>
          <w:tcPr>
            <w:tcW w:w="567" w:type="dxa"/>
          </w:tcPr>
          <w:p w14:paraId="661E8A47" w14:textId="77777777" w:rsidR="00744423" w:rsidRPr="00CE1C81" w:rsidRDefault="00744423" w:rsidP="00744423">
            <w:pPr>
              <w:widowControl w:val="0"/>
              <w:spacing w:line="245" w:lineRule="auto"/>
              <w:ind w:left="-79"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709" w:type="dxa"/>
          </w:tcPr>
          <w:p w14:paraId="3CABC3D3" w14:textId="77777777" w:rsidR="00744423" w:rsidRPr="00CE1C81" w:rsidRDefault="00744423" w:rsidP="00744423">
            <w:pPr>
              <w:widowControl w:val="0"/>
              <w:spacing w:line="245" w:lineRule="auto"/>
              <w:ind w:left="-79"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709" w:type="dxa"/>
          </w:tcPr>
          <w:p w14:paraId="24843D10" w14:textId="77777777" w:rsidR="00744423" w:rsidRPr="00CE1C81" w:rsidRDefault="00744423" w:rsidP="00744423">
            <w:pPr>
              <w:widowControl w:val="0"/>
              <w:spacing w:line="245" w:lineRule="auto"/>
              <w:ind w:left="-79"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709" w:type="dxa"/>
          </w:tcPr>
          <w:p w14:paraId="00274643" w14:textId="77777777" w:rsidR="00744423" w:rsidRPr="00CE1C81" w:rsidRDefault="00744423" w:rsidP="00744423">
            <w:pPr>
              <w:widowControl w:val="0"/>
              <w:spacing w:line="245" w:lineRule="auto"/>
              <w:ind w:left="-79"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708" w:type="dxa"/>
          </w:tcPr>
          <w:p w14:paraId="7DBF3BB2" w14:textId="77777777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  <w:vertAlign w:val="superscript"/>
              </w:rPr>
            </w:pPr>
            <w:r w:rsidRPr="00CE1C81">
              <w:rPr>
                <w:rFonts w:cs="Times New Roman"/>
                <w:bCs/>
                <w:sz w:val="22"/>
              </w:rPr>
              <w:t>ГП РФ</w:t>
            </w:r>
          </w:p>
        </w:tc>
        <w:tc>
          <w:tcPr>
            <w:tcW w:w="993" w:type="dxa"/>
          </w:tcPr>
          <w:p w14:paraId="2C62272F" w14:textId="77777777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МСп ЯО</w:t>
            </w:r>
          </w:p>
        </w:tc>
        <w:tc>
          <w:tcPr>
            <w:tcW w:w="1701" w:type="dxa"/>
          </w:tcPr>
          <w:p w14:paraId="4C86002E" w14:textId="522D89CE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снижение к 2030 году сум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lastRenderedPageBreak/>
              <w:t>марной продол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жительности временной не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трудоспособно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сти граждан в трудоспособном возрасте на ос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нове формирова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ния здорового образа жизни, создания усло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вий для своевре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менной профи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лактики заболе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ваний и привле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чения граждан к систематическим занятиям спор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том</w:t>
            </w:r>
          </w:p>
        </w:tc>
        <w:tc>
          <w:tcPr>
            <w:tcW w:w="1275" w:type="dxa"/>
          </w:tcPr>
          <w:p w14:paraId="4BC1B0D6" w14:textId="77777777" w:rsidR="00744423" w:rsidRPr="00CE1C81" w:rsidRDefault="00744423" w:rsidP="00744423">
            <w:pPr>
              <w:widowControl w:val="0"/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lastRenderedPageBreak/>
              <w:t>ГАСУ</w:t>
            </w:r>
          </w:p>
        </w:tc>
      </w:tr>
      <w:tr w:rsidR="00744423" w:rsidRPr="00CE1C81" w14:paraId="524D7212" w14:textId="77777777" w:rsidTr="00CE1C81">
        <w:tc>
          <w:tcPr>
            <w:tcW w:w="426" w:type="dxa"/>
          </w:tcPr>
          <w:p w14:paraId="727E9096" w14:textId="77777777" w:rsidR="00744423" w:rsidRPr="00CE1C81" w:rsidRDefault="00744423" w:rsidP="00744423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3.</w:t>
            </w:r>
          </w:p>
        </w:tc>
        <w:tc>
          <w:tcPr>
            <w:tcW w:w="1134" w:type="dxa"/>
          </w:tcPr>
          <w:p w14:paraId="7C7DC73F" w14:textId="68009FFA" w:rsidR="00744423" w:rsidRPr="00CE1C81" w:rsidRDefault="00744423" w:rsidP="00744423">
            <w:pPr>
              <w:widowControl w:val="0"/>
              <w:ind w:firstLine="0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Уровень обеспечен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ности граждан спортив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ными со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оружения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ми исходя из едино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временной пропуск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ной спо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собности объектов спорта</w:t>
            </w:r>
          </w:p>
        </w:tc>
        <w:tc>
          <w:tcPr>
            <w:tcW w:w="850" w:type="dxa"/>
          </w:tcPr>
          <w:p w14:paraId="0051A65D" w14:textId="77777777" w:rsidR="00744423" w:rsidRPr="00CE1C81" w:rsidRDefault="00744423" w:rsidP="00744423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ГП РФ</w:t>
            </w:r>
          </w:p>
        </w:tc>
        <w:tc>
          <w:tcPr>
            <w:tcW w:w="1134" w:type="dxa"/>
          </w:tcPr>
          <w:p w14:paraId="5767F59B" w14:textId="55B3634B" w:rsidR="00744423" w:rsidRPr="00CE1C81" w:rsidRDefault="00744423" w:rsidP="00744423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возраста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ние</w:t>
            </w:r>
          </w:p>
        </w:tc>
        <w:tc>
          <w:tcPr>
            <w:tcW w:w="851" w:type="dxa"/>
          </w:tcPr>
          <w:p w14:paraId="4A462183" w14:textId="5CFD0524" w:rsidR="00744423" w:rsidRPr="00CE1C81" w:rsidRDefault="00744423" w:rsidP="00744423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процен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тов</w:t>
            </w:r>
          </w:p>
        </w:tc>
        <w:tc>
          <w:tcPr>
            <w:tcW w:w="708" w:type="dxa"/>
          </w:tcPr>
          <w:p w14:paraId="7F807D85" w14:textId="77777777" w:rsidR="00744423" w:rsidRPr="00CE1C81" w:rsidRDefault="00744423" w:rsidP="00744423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51,2</w:t>
            </w:r>
          </w:p>
        </w:tc>
        <w:tc>
          <w:tcPr>
            <w:tcW w:w="851" w:type="dxa"/>
          </w:tcPr>
          <w:p w14:paraId="7F5C5CD6" w14:textId="77777777" w:rsidR="00744423" w:rsidRPr="00CE1C81" w:rsidRDefault="00744423" w:rsidP="00744423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2021</w:t>
            </w:r>
          </w:p>
        </w:tc>
        <w:tc>
          <w:tcPr>
            <w:tcW w:w="709" w:type="dxa"/>
          </w:tcPr>
          <w:p w14:paraId="156271F5" w14:textId="77777777" w:rsidR="00744423" w:rsidRPr="00CE1C81" w:rsidRDefault="00744423" w:rsidP="00744423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55</w:t>
            </w:r>
          </w:p>
        </w:tc>
        <w:tc>
          <w:tcPr>
            <w:tcW w:w="708" w:type="dxa"/>
          </w:tcPr>
          <w:p w14:paraId="7CBA9359" w14:textId="77777777" w:rsidR="00744423" w:rsidRPr="00CE1C81" w:rsidRDefault="00744423" w:rsidP="00744423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55,5</w:t>
            </w:r>
          </w:p>
        </w:tc>
        <w:tc>
          <w:tcPr>
            <w:tcW w:w="567" w:type="dxa"/>
          </w:tcPr>
          <w:p w14:paraId="1CB3CB40" w14:textId="77777777" w:rsidR="00744423" w:rsidRPr="00CE1C81" w:rsidRDefault="00744423" w:rsidP="00744423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56</w:t>
            </w:r>
          </w:p>
        </w:tc>
        <w:tc>
          <w:tcPr>
            <w:tcW w:w="567" w:type="dxa"/>
          </w:tcPr>
          <w:p w14:paraId="38890AED" w14:textId="77777777" w:rsidR="00744423" w:rsidRPr="00CE1C81" w:rsidRDefault="00744423" w:rsidP="00744423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56,5</w:t>
            </w:r>
          </w:p>
        </w:tc>
        <w:tc>
          <w:tcPr>
            <w:tcW w:w="709" w:type="dxa"/>
          </w:tcPr>
          <w:p w14:paraId="7C74F42B" w14:textId="77777777" w:rsidR="00744423" w:rsidRPr="00CE1C81" w:rsidRDefault="00744423" w:rsidP="00744423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57</w:t>
            </w:r>
          </w:p>
        </w:tc>
        <w:tc>
          <w:tcPr>
            <w:tcW w:w="709" w:type="dxa"/>
          </w:tcPr>
          <w:p w14:paraId="2DC8202A" w14:textId="77777777" w:rsidR="00744423" w:rsidRPr="00CE1C81" w:rsidRDefault="00744423" w:rsidP="00744423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57,5</w:t>
            </w:r>
          </w:p>
        </w:tc>
        <w:tc>
          <w:tcPr>
            <w:tcW w:w="709" w:type="dxa"/>
          </w:tcPr>
          <w:p w14:paraId="7186BF8D" w14:textId="77777777" w:rsidR="00744423" w:rsidRPr="00CE1C81" w:rsidRDefault="00744423" w:rsidP="00744423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58</w:t>
            </w:r>
          </w:p>
        </w:tc>
        <w:tc>
          <w:tcPr>
            <w:tcW w:w="708" w:type="dxa"/>
          </w:tcPr>
          <w:p w14:paraId="596F6B53" w14:textId="77777777" w:rsidR="00744423" w:rsidRPr="00CE1C81" w:rsidRDefault="00744423" w:rsidP="00744423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2"/>
                <w:vertAlign w:val="superscript"/>
              </w:rPr>
            </w:pPr>
            <w:r w:rsidRPr="00CE1C81">
              <w:rPr>
                <w:rFonts w:cs="Times New Roman"/>
                <w:bCs/>
                <w:sz w:val="22"/>
              </w:rPr>
              <w:t>ГП РФ</w:t>
            </w:r>
          </w:p>
        </w:tc>
        <w:tc>
          <w:tcPr>
            <w:tcW w:w="993" w:type="dxa"/>
          </w:tcPr>
          <w:p w14:paraId="22752699" w14:textId="77777777" w:rsidR="00744423" w:rsidRPr="00CE1C81" w:rsidRDefault="00744423" w:rsidP="00744423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МСп ЯО</w:t>
            </w:r>
          </w:p>
        </w:tc>
        <w:tc>
          <w:tcPr>
            <w:tcW w:w="1701" w:type="dxa"/>
          </w:tcPr>
          <w:p w14:paraId="03566E16" w14:textId="60EB88BA" w:rsidR="00744423" w:rsidRPr="00CE1C81" w:rsidRDefault="00744423" w:rsidP="00744423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повышение к 2030 году уровня удовлетворенно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сти граждан условиями для занятий физиче</w:t>
            </w:r>
            <w:r>
              <w:rPr>
                <w:rFonts w:cs="Times New Roman"/>
                <w:bCs/>
                <w:sz w:val="22"/>
              </w:rPr>
              <w:softHyphen/>
            </w:r>
            <w:r w:rsidRPr="00CE1C81">
              <w:rPr>
                <w:rFonts w:cs="Times New Roman"/>
                <w:bCs/>
                <w:sz w:val="22"/>
              </w:rPr>
              <w:t>ской культурой и спортом</w:t>
            </w:r>
          </w:p>
        </w:tc>
        <w:tc>
          <w:tcPr>
            <w:tcW w:w="1275" w:type="dxa"/>
          </w:tcPr>
          <w:p w14:paraId="25CA05CE" w14:textId="77777777" w:rsidR="00744423" w:rsidRPr="00CE1C81" w:rsidRDefault="00744423" w:rsidP="00744423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CE1C81">
              <w:rPr>
                <w:rFonts w:cs="Times New Roman"/>
                <w:bCs/>
                <w:sz w:val="22"/>
              </w:rPr>
              <w:t>ГАСУ</w:t>
            </w:r>
          </w:p>
        </w:tc>
      </w:tr>
    </w:tbl>
    <w:p w14:paraId="6EABD6BC" w14:textId="77777777" w:rsidR="00CE1C81" w:rsidRPr="00CE1C81" w:rsidRDefault="00CE1C81" w:rsidP="00CE1C81">
      <w:pPr>
        <w:jc w:val="both"/>
        <w:rPr>
          <w:rFonts w:cs="Times New Roman"/>
          <w:szCs w:val="28"/>
        </w:rPr>
      </w:pPr>
    </w:p>
    <w:p w14:paraId="1A7C552E" w14:textId="77777777" w:rsidR="00CE1C81" w:rsidRPr="00CE1C81" w:rsidRDefault="00CE1C81" w:rsidP="00CE1C81">
      <w:pPr>
        <w:keepNext/>
        <w:ind w:firstLine="0"/>
        <w:jc w:val="center"/>
        <w:rPr>
          <w:rFonts w:cs="Times New Roman"/>
          <w:szCs w:val="28"/>
        </w:rPr>
      </w:pPr>
      <w:r w:rsidRPr="00CE1C81">
        <w:rPr>
          <w:rFonts w:cs="Times New Roman"/>
          <w:szCs w:val="28"/>
        </w:rPr>
        <w:lastRenderedPageBreak/>
        <w:t>Список используемых сокращений</w:t>
      </w:r>
    </w:p>
    <w:p w14:paraId="1073E6B9" w14:textId="77777777" w:rsidR="00CE1C81" w:rsidRPr="00CE1C81" w:rsidRDefault="00CE1C81" w:rsidP="00CE1C81">
      <w:pPr>
        <w:keepNext/>
        <w:ind w:firstLine="0"/>
        <w:jc w:val="center"/>
        <w:rPr>
          <w:rFonts w:cs="Times New Roman"/>
          <w:szCs w:val="28"/>
        </w:rPr>
      </w:pPr>
    </w:p>
    <w:p w14:paraId="496707CC" w14:textId="77777777" w:rsidR="00CE1C81" w:rsidRPr="00CE1C81" w:rsidRDefault="00CE1C81" w:rsidP="00CE1C81">
      <w:pPr>
        <w:jc w:val="both"/>
        <w:rPr>
          <w:rFonts w:cs="Times New Roman"/>
          <w:szCs w:val="28"/>
        </w:rPr>
      </w:pPr>
      <w:r w:rsidRPr="00CE1C81">
        <w:rPr>
          <w:rFonts w:cs="Times New Roman"/>
          <w:szCs w:val="28"/>
        </w:rPr>
        <w:t>ВДЛ – высшее должностное лицо</w:t>
      </w:r>
    </w:p>
    <w:p w14:paraId="10A2E69E" w14:textId="095D379F" w:rsidR="00CE1C81" w:rsidRPr="00CE1C81" w:rsidRDefault="00CE1C81" w:rsidP="00CE1C81">
      <w:pPr>
        <w:jc w:val="both"/>
        <w:rPr>
          <w:rFonts w:cs="Times New Roman"/>
          <w:szCs w:val="28"/>
        </w:rPr>
      </w:pPr>
      <w:r w:rsidRPr="00CE1C81">
        <w:rPr>
          <w:rFonts w:cs="Times New Roman"/>
          <w:szCs w:val="28"/>
        </w:rPr>
        <w:t xml:space="preserve">ГАСУ – государственная автоматизированная информационная система </w:t>
      </w:r>
      <w:r w:rsidR="004C2875">
        <w:rPr>
          <w:rFonts w:cs="Times New Roman"/>
          <w:szCs w:val="28"/>
        </w:rPr>
        <w:t>«</w:t>
      </w:r>
      <w:r w:rsidRPr="00CE1C81">
        <w:rPr>
          <w:rFonts w:cs="Times New Roman"/>
          <w:szCs w:val="28"/>
        </w:rPr>
        <w:t>Управление</w:t>
      </w:r>
      <w:r w:rsidR="004C2875">
        <w:rPr>
          <w:rFonts w:cs="Times New Roman"/>
          <w:szCs w:val="28"/>
        </w:rPr>
        <w:t>»</w:t>
      </w:r>
    </w:p>
    <w:p w14:paraId="5A6A047E" w14:textId="64839E4C" w:rsidR="00CE1C81" w:rsidRPr="00CE1C81" w:rsidRDefault="00CE1C81" w:rsidP="00CE1C81">
      <w:pPr>
        <w:jc w:val="both"/>
        <w:rPr>
          <w:rFonts w:cs="Times New Roman"/>
          <w:szCs w:val="28"/>
        </w:rPr>
      </w:pPr>
      <w:r w:rsidRPr="00CE1C81">
        <w:rPr>
          <w:rFonts w:cs="Times New Roman"/>
          <w:szCs w:val="28"/>
        </w:rPr>
        <w:t xml:space="preserve">ГП РФ – государственная </w:t>
      </w:r>
      <w:r w:rsidR="004C2875">
        <w:rPr>
          <w:rFonts w:cs="Times New Roman"/>
          <w:szCs w:val="28"/>
        </w:rPr>
        <w:t>программа Российской Федерации «</w:t>
      </w:r>
      <w:r w:rsidRPr="00CE1C81">
        <w:rPr>
          <w:rFonts w:cs="Times New Roman"/>
          <w:szCs w:val="28"/>
        </w:rPr>
        <w:t>Развитие физической культуры и спорта</w:t>
      </w:r>
      <w:r w:rsidR="004C2875">
        <w:rPr>
          <w:rFonts w:cs="Times New Roman"/>
          <w:szCs w:val="28"/>
        </w:rPr>
        <w:t>»</w:t>
      </w:r>
      <w:r w:rsidRPr="00CE1C81">
        <w:rPr>
          <w:rFonts w:cs="Times New Roman"/>
          <w:szCs w:val="28"/>
        </w:rPr>
        <w:t xml:space="preserve">, утвержденная постановлением Правительства Российской Федерации от 30 сентября 2021 г. № 1661 </w:t>
      </w:r>
      <w:r w:rsidR="004C2875">
        <w:rPr>
          <w:rFonts w:cs="Times New Roman"/>
          <w:szCs w:val="28"/>
        </w:rPr>
        <w:t>«</w:t>
      </w:r>
      <w:r w:rsidRPr="00CE1C81">
        <w:rPr>
          <w:rFonts w:cs="Times New Roman"/>
          <w:szCs w:val="28"/>
        </w:rPr>
        <w:t xml:space="preserve">Об утверждении государственной программы Российской Федерации </w:t>
      </w:r>
      <w:r w:rsidR="004C2875">
        <w:rPr>
          <w:rFonts w:cs="Times New Roman"/>
          <w:szCs w:val="28"/>
        </w:rPr>
        <w:t>«</w:t>
      </w:r>
      <w:r w:rsidRPr="00CE1C81">
        <w:rPr>
          <w:rFonts w:cs="Times New Roman"/>
          <w:szCs w:val="28"/>
        </w:rPr>
        <w:t>Развитие физической культуры и спорта</w:t>
      </w:r>
      <w:r w:rsidR="004C2875">
        <w:rPr>
          <w:rFonts w:cs="Times New Roman"/>
          <w:szCs w:val="28"/>
        </w:rPr>
        <w:t>»</w:t>
      </w:r>
      <w:r w:rsidRPr="00CE1C81">
        <w:rPr>
          <w:rFonts w:cs="Times New Roman"/>
          <w:szCs w:val="28"/>
        </w:rPr>
        <w:t xml:space="preserve"> и о признании утратившими силу некоторых актов и отдельных положений некоторых актов Правительства Российской Федерации</w:t>
      </w:r>
      <w:r w:rsidR="004C2875">
        <w:rPr>
          <w:rFonts w:cs="Times New Roman"/>
          <w:szCs w:val="28"/>
        </w:rPr>
        <w:t>»</w:t>
      </w:r>
    </w:p>
    <w:p w14:paraId="4C70AC80" w14:textId="77777777" w:rsidR="00CE1C81" w:rsidRPr="00CE1C81" w:rsidRDefault="00CE1C81" w:rsidP="00CE1C81">
      <w:pPr>
        <w:jc w:val="both"/>
        <w:rPr>
          <w:rFonts w:cs="Times New Roman"/>
          <w:szCs w:val="28"/>
        </w:rPr>
      </w:pPr>
      <w:r w:rsidRPr="00CE1C81">
        <w:rPr>
          <w:rFonts w:cs="Times New Roman"/>
          <w:szCs w:val="28"/>
        </w:rPr>
        <w:t>Единый план – Единый план по достижению национальных целей развития Российской Федерации на период до 2024 года и на плановый период до 2030 года, утвержденный распоряжением Правительства Российской Федерации от 1 октября 2021 г. № 2765</w:t>
      </w:r>
      <w:r w:rsidRPr="00CE1C81">
        <w:rPr>
          <w:rFonts w:cs="Times New Roman"/>
          <w:szCs w:val="28"/>
        </w:rPr>
        <w:noBreakHyphen/>
        <w:t>р</w:t>
      </w:r>
    </w:p>
    <w:p w14:paraId="19969A25" w14:textId="77777777" w:rsidR="00CE1C81" w:rsidRPr="00CE1C81" w:rsidRDefault="00CE1C81" w:rsidP="00CE1C81">
      <w:pPr>
        <w:jc w:val="both"/>
        <w:rPr>
          <w:rFonts w:cs="Times New Roman"/>
          <w:szCs w:val="28"/>
        </w:rPr>
      </w:pPr>
      <w:r w:rsidRPr="00CE1C81">
        <w:rPr>
          <w:rFonts w:cs="Times New Roman"/>
          <w:szCs w:val="28"/>
        </w:rPr>
        <w:t>ОКЕИ – Общероссийский классификатор единиц измерения</w:t>
      </w:r>
    </w:p>
    <w:p w14:paraId="47000AB8" w14:textId="77777777" w:rsidR="00CE1C81" w:rsidRPr="00CE1C81" w:rsidRDefault="00CE1C81" w:rsidP="00CE1C81">
      <w:pPr>
        <w:ind w:firstLine="0"/>
        <w:jc w:val="center"/>
        <w:rPr>
          <w:szCs w:val="28"/>
        </w:rPr>
      </w:pPr>
    </w:p>
    <w:p w14:paraId="28CC661C" w14:textId="77777777" w:rsidR="00CE1C81" w:rsidRPr="00CE1C81" w:rsidRDefault="00CE1C81" w:rsidP="00CE1C81">
      <w:pPr>
        <w:ind w:firstLine="0"/>
        <w:jc w:val="center"/>
      </w:pPr>
      <w:r w:rsidRPr="00CE1C81">
        <w:rPr>
          <w:szCs w:val="28"/>
        </w:rPr>
        <w:t>3. Структура Государственной программы</w:t>
      </w:r>
    </w:p>
    <w:p w14:paraId="150B935D" w14:textId="77777777" w:rsidR="00CE1C81" w:rsidRPr="00CE1C81" w:rsidRDefault="00CE1C81" w:rsidP="00CE1C81"/>
    <w:tbl>
      <w:tblPr>
        <w:tblW w:w="14601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57" w:type="dxa"/>
          <w:bottom w:w="15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4460"/>
        <w:gridCol w:w="4252"/>
        <w:gridCol w:w="5322"/>
      </w:tblGrid>
      <w:tr w:rsidR="00CE1C81" w:rsidRPr="004C2875" w14:paraId="3B488B29" w14:textId="77777777" w:rsidTr="00FD60F6">
        <w:tc>
          <w:tcPr>
            <w:tcW w:w="567" w:type="dxa"/>
            <w:shd w:val="clear" w:color="auto" w:fill="FFFFFF"/>
          </w:tcPr>
          <w:p w14:paraId="049D9BE7" w14:textId="77777777" w:rsidR="00CE1C81" w:rsidRPr="004C2875" w:rsidRDefault="00CE1C81" w:rsidP="00CE1C81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  <w:p w14:paraId="2D72A81D" w14:textId="77777777" w:rsidR="00CE1C81" w:rsidRPr="004C2875" w:rsidRDefault="00CE1C81" w:rsidP="00CE1C81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460" w:type="dxa"/>
            <w:shd w:val="clear" w:color="auto" w:fill="FFFFFF"/>
          </w:tcPr>
          <w:p w14:paraId="22A8270B" w14:textId="77777777" w:rsidR="00CE1C81" w:rsidRPr="004C2875" w:rsidRDefault="00CE1C81" w:rsidP="00CE1C81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4252" w:type="dxa"/>
            <w:shd w:val="clear" w:color="auto" w:fill="FFFFFF"/>
          </w:tcPr>
          <w:p w14:paraId="27EEA7EA" w14:textId="77777777" w:rsidR="00CE1C81" w:rsidRPr="004C2875" w:rsidRDefault="00CE1C81" w:rsidP="00CE1C81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5322" w:type="dxa"/>
            <w:shd w:val="clear" w:color="auto" w:fill="FFFFFF"/>
          </w:tcPr>
          <w:p w14:paraId="09AC8A76" w14:textId="77777777" w:rsidR="00CE1C81" w:rsidRPr="004C2875" w:rsidRDefault="00CE1C81" w:rsidP="00CE1C81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>Связь с показателями</w:t>
            </w:r>
          </w:p>
        </w:tc>
      </w:tr>
    </w:tbl>
    <w:p w14:paraId="190C6442" w14:textId="77777777" w:rsidR="00CE1C81" w:rsidRPr="004C2875" w:rsidRDefault="00CE1C81" w:rsidP="00CE1C81">
      <w:pPr>
        <w:rPr>
          <w:rFonts w:cs="Times New Roman"/>
          <w:sz w:val="2"/>
          <w:szCs w:val="2"/>
        </w:rPr>
      </w:pPr>
    </w:p>
    <w:tbl>
      <w:tblPr>
        <w:tblW w:w="14601" w:type="dxa"/>
        <w:tblInd w:w="-8" w:type="dxa"/>
        <w:shd w:val="clear" w:color="auto" w:fill="FFFFFF"/>
        <w:tblCellMar>
          <w:top w:w="15" w:type="dxa"/>
          <w:left w:w="57" w:type="dxa"/>
          <w:bottom w:w="15" w:type="dxa"/>
          <w:right w:w="57" w:type="dxa"/>
        </w:tblCellMar>
        <w:tblLook w:val="04A0" w:firstRow="1" w:lastRow="0" w:firstColumn="1" w:lastColumn="0" w:noHBand="0" w:noVBand="1"/>
      </w:tblPr>
      <w:tblGrid>
        <w:gridCol w:w="565"/>
        <w:gridCol w:w="4462"/>
        <w:gridCol w:w="4252"/>
        <w:gridCol w:w="5322"/>
      </w:tblGrid>
      <w:tr w:rsidR="00CE1C81" w:rsidRPr="004C2875" w14:paraId="0387C2E6" w14:textId="77777777" w:rsidTr="00FD60F6">
        <w:trPr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291205" w14:textId="77777777" w:rsidR="00CE1C81" w:rsidRPr="004C2875" w:rsidRDefault="00CE1C81" w:rsidP="00CE1C81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A513C6" w14:textId="77777777" w:rsidR="00CE1C81" w:rsidRPr="004C2875" w:rsidRDefault="00CE1C81" w:rsidP="00CE1C81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F45120" w14:textId="77777777" w:rsidR="00CE1C81" w:rsidRPr="004C2875" w:rsidRDefault="00CE1C81" w:rsidP="00CE1C81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D8E2F7" w14:textId="77777777" w:rsidR="00CE1C81" w:rsidRPr="004C2875" w:rsidRDefault="00CE1C81" w:rsidP="00CE1C81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E1C81" w:rsidRPr="004C2875" w14:paraId="39EDEF5F" w14:textId="77777777" w:rsidTr="00FD60F6">
        <w:tc>
          <w:tcPr>
            <w:tcW w:w="14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4CA8A1" w14:textId="425EC26A" w:rsidR="00CE1C81" w:rsidRPr="004C2875" w:rsidRDefault="00CE1C81" w:rsidP="004C2875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 xml:space="preserve">1. Региональный проект </w:t>
            </w:r>
            <w:r w:rsidR="004C2875">
              <w:rPr>
                <w:rFonts w:cs="Times New Roman"/>
                <w:sz w:val="24"/>
                <w:szCs w:val="24"/>
                <w:lang w:eastAsia="ru-RU"/>
              </w:rPr>
              <w:t>«</w:t>
            </w:r>
            <w:r w:rsidRPr="004C2875">
              <w:rPr>
                <w:rFonts w:cs="Times New Roman"/>
                <w:sz w:val="24"/>
                <w:szCs w:val="24"/>
                <w:lang w:eastAsia="ru-RU"/>
              </w:rPr>
              <w:t>Бизнес-спринт</w:t>
            </w:r>
            <w:r w:rsidR="004C2875">
              <w:rPr>
                <w:rFonts w:cs="Times New Roman"/>
                <w:sz w:val="24"/>
                <w:szCs w:val="24"/>
                <w:lang w:eastAsia="ru-RU"/>
              </w:rPr>
              <w:t>»</w:t>
            </w:r>
            <w:r w:rsidRPr="004C2875">
              <w:rPr>
                <w:rFonts w:cs="Times New Roman"/>
                <w:sz w:val="24"/>
                <w:szCs w:val="24"/>
                <w:lang w:eastAsia="ru-RU"/>
              </w:rPr>
              <w:t xml:space="preserve"> (куратор – Даргель В.В.)</w:t>
            </w:r>
          </w:p>
        </w:tc>
      </w:tr>
      <w:tr w:rsidR="00CE1C81" w:rsidRPr="004C2875" w14:paraId="761F28FE" w14:textId="77777777" w:rsidTr="00FD60F6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804E2E7" w14:textId="77777777" w:rsidR="00CE1C81" w:rsidRPr="004C2875" w:rsidRDefault="00CE1C81" w:rsidP="00CE1C81">
            <w:pPr>
              <w:ind w:firstLine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81BE7D" w14:textId="64D128C5" w:rsidR="00CE1C81" w:rsidRPr="004C2875" w:rsidRDefault="00CE1C81" w:rsidP="00CE1C8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>Ответственный за реализацию – М</w:t>
            </w:r>
            <w:r w:rsidR="004C2875">
              <w:rPr>
                <w:rFonts w:cs="Times New Roman"/>
                <w:sz w:val="24"/>
                <w:szCs w:val="24"/>
                <w:lang w:eastAsia="ru-RU"/>
              </w:rPr>
              <w:t xml:space="preserve">Сп </w:t>
            </w:r>
            <w:r w:rsidRPr="004C2875">
              <w:rPr>
                <w:rFonts w:cs="Times New Roman"/>
                <w:sz w:val="24"/>
                <w:szCs w:val="24"/>
                <w:lang w:eastAsia="ru-RU"/>
              </w:rPr>
              <w:t>ЯО</w:t>
            </w:r>
          </w:p>
        </w:tc>
        <w:tc>
          <w:tcPr>
            <w:tcW w:w="9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75A3F2" w14:textId="77777777" w:rsidR="00CE1C81" w:rsidRPr="004C2875" w:rsidRDefault="00CE1C81" w:rsidP="00CE1C8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>срок реализации – 2024 – 2026 годы</w:t>
            </w:r>
          </w:p>
        </w:tc>
      </w:tr>
      <w:tr w:rsidR="00CE1C81" w:rsidRPr="004C2875" w14:paraId="3030E28B" w14:textId="77777777" w:rsidTr="00FD60F6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748D51" w14:textId="77777777" w:rsidR="00CE1C81" w:rsidRPr="004C2875" w:rsidRDefault="00CE1C81" w:rsidP="00CE1C81">
            <w:pPr>
              <w:ind w:firstLine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5E1C57" w14:textId="449EC3E0" w:rsidR="00CE1C81" w:rsidRPr="004C2875" w:rsidRDefault="00FD60F6" w:rsidP="00FD60F6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Создание «</w:t>
            </w:r>
            <w:r w:rsidR="00CE1C81" w:rsidRPr="004C2875">
              <w:rPr>
                <w:rFonts w:cs="Times New Roman"/>
                <w:sz w:val="24"/>
                <w:szCs w:val="24"/>
                <w:lang w:eastAsia="ru-RU"/>
              </w:rPr>
              <w:t>умных</w:t>
            </w: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  <w:r w:rsidR="00CE1C81" w:rsidRPr="004C2875">
              <w:rPr>
                <w:rFonts w:cs="Times New Roman"/>
                <w:sz w:val="24"/>
                <w:szCs w:val="24"/>
                <w:lang w:eastAsia="ru-RU"/>
              </w:rPr>
              <w:t xml:space="preserve"> спортивных площадок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720D20" w14:textId="77777777" w:rsidR="00CE1C81" w:rsidRPr="004C2875" w:rsidRDefault="00CE1C81" w:rsidP="00CE1C8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>создание условий для привлечения к систематическим занятиям физической культурой и спортом граждан трудоспособного возраста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6E3E18" w14:textId="77777777" w:rsidR="00CE1C81" w:rsidRPr="004C2875" w:rsidRDefault="00CE1C81" w:rsidP="00CE1C8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>- доля граждан, систематически занимающихся физической культурой и спортом;</w:t>
            </w:r>
          </w:p>
          <w:p w14:paraId="255104C6" w14:textId="77777777" w:rsidR="00CE1C81" w:rsidRPr="004C2875" w:rsidRDefault="00CE1C81" w:rsidP="00CE1C8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>- 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</w:tr>
      <w:tr w:rsidR="00CE1C81" w:rsidRPr="004C2875" w14:paraId="7E65DF71" w14:textId="77777777" w:rsidTr="00FD60F6">
        <w:tc>
          <w:tcPr>
            <w:tcW w:w="14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6FB454" w14:textId="1E1A98A1" w:rsidR="00CE1C81" w:rsidRPr="004C2875" w:rsidRDefault="004C2875" w:rsidP="004C2875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2. Региональный проект «</w:t>
            </w:r>
            <w:r w:rsidR="00CE1C81" w:rsidRPr="004C2875">
              <w:rPr>
                <w:rFonts w:cs="Times New Roman"/>
                <w:sz w:val="24"/>
                <w:szCs w:val="24"/>
                <w:lang w:eastAsia="ru-RU"/>
              </w:rPr>
              <w:t>Развитие физической культуры и массового спорта</w:t>
            </w: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  <w:r w:rsidR="00CE1C81" w:rsidRPr="004C2875">
              <w:rPr>
                <w:rFonts w:cs="Times New Roman"/>
                <w:sz w:val="24"/>
                <w:szCs w:val="24"/>
                <w:lang w:eastAsia="ru-RU"/>
              </w:rPr>
              <w:t xml:space="preserve"> (куратор – Даргель В.В.)</w:t>
            </w:r>
          </w:p>
        </w:tc>
      </w:tr>
      <w:tr w:rsidR="00CE1C81" w:rsidRPr="004C2875" w14:paraId="3C50A062" w14:textId="77777777" w:rsidTr="00FD60F6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39E598" w14:textId="77777777" w:rsidR="00CE1C81" w:rsidRPr="004C2875" w:rsidRDefault="00CE1C81" w:rsidP="00CE1C81">
            <w:pPr>
              <w:ind w:firstLine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29AF4B" w14:textId="7D5E1E9E" w:rsidR="00CE1C81" w:rsidRPr="004C2875" w:rsidRDefault="00CE1C81" w:rsidP="004C2875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>Ответственный за реализацию – МСп ЯО</w:t>
            </w:r>
          </w:p>
        </w:tc>
        <w:tc>
          <w:tcPr>
            <w:tcW w:w="9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369722" w14:textId="77777777" w:rsidR="00CE1C81" w:rsidRPr="004C2875" w:rsidRDefault="00CE1C81" w:rsidP="00CE1C8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>срок реализации – 2024 – 2026 годы</w:t>
            </w:r>
          </w:p>
        </w:tc>
      </w:tr>
      <w:tr w:rsidR="00CE1C81" w:rsidRPr="004C2875" w14:paraId="5DB755DE" w14:textId="77777777" w:rsidTr="00FD60F6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25AFCE" w14:textId="77777777" w:rsidR="00CE1C81" w:rsidRPr="004C2875" w:rsidRDefault="00CE1C81" w:rsidP="00CE1C81">
            <w:pPr>
              <w:ind w:firstLine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D67ABB" w14:textId="77777777" w:rsidR="00CE1C81" w:rsidRPr="004C2875" w:rsidRDefault="00CE1C81" w:rsidP="00CE1C8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 xml:space="preserve">Реализация мероприятий по строительству и реконструкции </w:t>
            </w:r>
            <w:r w:rsidRPr="004C2875">
              <w:rPr>
                <w:rFonts w:cs="Times New Roman"/>
                <w:sz w:val="24"/>
                <w:szCs w:val="24"/>
                <w:lang w:eastAsia="ru-RU"/>
              </w:rPr>
              <w:lastRenderedPageBreak/>
              <w:t>спортивных объектов Ярославской области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2F2C60" w14:textId="77777777" w:rsidR="00CE1C81" w:rsidRPr="004C2875" w:rsidRDefault="00CE1C81" w:rsidP="00CE1C8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lastRenderedPageBreak/>
              <w:t xml:space="preserve">обеспечение условий для привлечения к систематическим занятиям физической </w:t>
            </w:r>
            <w:r w:rsidRPr="004C2875">
              <w:rPr>
                <w:rFonts w:cs="Times New Roman"/>
                <w:sz w:val="24"/>
                <w:szCs w:val="24"/>
                <w:lang w:eastAsia="ru-RU"/>
              </w:rPr>
              <w:lastRenderedPageBreak/>
              <w:t>культурой и спортом граждан всех возрастов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C653EA" w14:textId="77777777" w:rsidR="00CE1C81" w:rsidRPr="004C2875" w:rsidRDefault="00CE1C81" w:rsidP="00CE1C8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lastRenderedPageBreak/>
              <w:t>- доля граждан, систематически занимающихся физической культурой и спортом;</w:t>
            </w:r>
          </w:p>
          <w:p w14:paraId="428E0735" w14:textId="77777777" w:rsidR="00CE1C81" w:rsidRPr="004C2875" w:rsidRDefault="00CE1C81" w:rsidP="00CE1C8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lastRenderedPageBreak/>
              <w:t>- 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</w:tr>
      <w:tr w:rsidR="00CE1C81" w:rsidRPr="004C2875" w14:paraId="2E6BA00C" w14:textId="77777777" w:rsidTr="00FD60F6">
        <w:tc>
          <w:tcPr>
            <w:tcW w:w="14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6608C7" w14:textId="5F97F694" w:rsidR="00CE1C81" w:rsidRPr="004C2875" w:rsidRDefault="00CE1C81" w:rsidP="004C2875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lastRenderedPageBreak/>
              <w:t xml:space="preserve">3. Региональный проект </w:t>
            </w:r>
            <w:r w:rsidR="004C2875">
              <w:rPr>
                <w:rFonts w:cs="Times New Roman"/>
                <w:sz w:val="24"/>
                <w:szCs w:val="24"/>
                <w:lang w:eastAsia="ru-RU"/>
              </w:rPr>
              <w:t>«</w:t>
            </w:r>
            <w:r w:rsidRPr="004C2875">
              <w:rPr>
                <w:rFonts w:cs="Times New Roman"/>
                <w:sz w:val="24"/>
                <w:szCs w:val="24"/>
                <w:lang w:eastAsia="ru-RU"/>
              </w:rPr>
              <w:t>Спорт – норма жизни</w:t>
            </w:r>
            <w:r w:rsidR="004C2875">
              <w:rPr>
                <w:rFonts w:cs="Times New Roman"/>
                <w:sz w:val="24"/>
                <w:szCs w:val="24"/>
                <w:lang w:eastAsia="ru-RU"/>
              </w:rPr>
              <w:t>»</w:t>
            </w:r>
            <w:r w:rsidRPr="004C2875">
              <w:rPr>
                <w:rFonts w:cs="Times New Roman"/>
                <w:sz w:val="24"/>
                <w:szCs w:val="24"/>
                <w:lang w:eastAsia="ru-RU"/>
              </w:rPr>
              <w:t xml:space="preserve"> (куратор – Даргель В.В.)</w:t>
            </w:r>
          </w:p>
        </w:tc>
      </w:tr>
      <w:tr w:rsidR="00CE1C81" w:rsidRPr="004C2875" w14:paraId="31E7B021" w14:textId="77777777" w:rsidTr="00FD60F6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E7B975" w14:textId="77777777" w:rsidR="00CE1C81" w:rsidRPr="004C2875" w:rsidRDefault="00CE1C81" w:rsidP="00CE1C81">
            <w:pPr>
              <w:ind w:firstLine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C2BA2F" w14:textId="77777777" w:rsidR="00CE1C81" w:rsidRPr="004C2875" w:rsidRDefault="00CE1C81" w:rsidP="00CE1C8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>Ответственный за реализацию – МСп ЯО</w:t>
            </w:r>
          </w:p>
        </w:tc>
        <w:tc>
          <w:tcPr>
            <w:tcW w:w="9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6D8082" w14:textId="77777777" w:rsidR="00CE1C81" w:rsidRPr="004C2875" w:rsidRDefault="00CE1C81" w:rsidP="00CE1C8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>срок реализации – 2024 год</w:t>
            </w:r>
          </w:p>
        </w:tc>
      </w:tr>
      <w:tr w:rsidR="00CE1C81" w:rsidRPr="004C2875" w14:paraId="1F795A81" w14:textId="77777777" w:rsidTr="00FD60F6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5C9E9C" w14:textId="77777777" w:rsidR="00CE1C81" w:rsidRPr="004C2875" w:rsidRDefault="00CE1C81" w:rsidP="00CE1C81">
            <w:pPr>
              <w:ind w:firstLine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3D7821" w14:textId="77777777" w:rsidR="00CE1C81" w:rsidRPr="004C2875" w:rsidRDefault="00CE1C81" w:rsidP="00CE1C8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>Созданы для всех категорий и групп населения условия для занятий физической культурой и спортом (новая модель спорта)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3638F7" w14:textId="77777777" w:rsidR="00CE1C81" w:rsidRPr="004C2875" w:rsidRDefault="00CE1C81" w:rsidP="00CE1C8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>доведение к 2024 году до 53 процентов доли граждан, систематически занимающихся физической культурой и спортом, путем создания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и подготовка спортивного резерва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3457AA" w14:textId="77777777" w:rsidR="00CE1C81" w:rsidRPr="004C2875" w:rsidRDefault="00CE1C81" w:rsidP="00CE1C8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>- доля граждан, систематически занимающихся физической культурой и спортом;</w:t>
            </w:r>
          </w:p>
          <w:p w14:paraId="0713D905" w14:textId="77777777" w:rsidR="00CE1C81" w:rsidRPr="004C2875" w:rsidRDefault="00CE1C81" w:rsidP="00CE1C8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>- 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</w:tr>
      <w:tr w:rsidR="00CE1C81" w:rsidRPr="004C2875" w14:paraId="2A393231" w14:textId="77777777" w:rsidTr="00FD60F6">
        <w:tc>
          <w:tcPr>
            <w:tcW w:w="14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91B77F" w14:textId="46D39F7D" w:rsidR="00CE1C81" w:rsidRPr="004C2875" w:rsidRDefault="00CE1C81" w:rsidP="004C2875">
            <w:pPr>
              <w:keepNext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 xml:space="preserve">4. Комплекс процессных мероприятий </w:t>
            </w:r>
            <w:r w:rsidR="004C2875">
              <w:rPr>
                <w:rFonts w:cs="Times New Roman"/>
                <w:sz w:val="24"/>
                <w:szCs w:val="24"/>
                <w:lang w:eastAsia="ru-RU"/>
              </w:rPr>
              <w:t>«</w:t>
            </w:r>
            <w:r w:rsidRPr="004C2875">
              <w:rPr>
                <w:rFonts w:cs="Times New Roman"/>
                <w:sz w:val="24"/>
                <w:szCs w:val="24"/>
                <w:lang w:eastAsia="ru-RU"/>
              </w:rPr>
              <w:t>Обеспечение деятельности в сфере массовой физической культуры и спорта</w:t>
            </w:r>
            <w:r w:rsidR="004C2875"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CE1C81" w:rsidRPr="004C2875" w14:paraId="71172CD7" w14:textId="77777777" w:rsidTr="00FD60F6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75E56" w14:textId="77777777" w:rsidR="00CE1C81" w:rsidRPr="004C2875" w:rsidRDefault="00CE1C81" w:rsidP="00CE1C81">
            <w:pPr>
              <w:ind w:firstLine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FAEF99" w14:textId="77777777" w:rsidR="00CE1C81" w:rsidRPr="004C2875" w:rsidRDefault="00CE1C81" w:rsidP="00CE1C8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>Ответственный за реализацию – МСп ЯО</w:t>
            </w:r>
          </w:p>
        </w:tc>
        <w:tc>
          <w:tcPr>
            <w:tcW w:w="9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8C678DA" w14:textId="77777777" w:rsidR="00CE1C81" w:rsidRPr="004C2875" w:rsidRDefault="00CE1C81" w:rsidP="004C2875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1C81" w:rsidRPr="004C2875" w14:paraId="266DBFAE" w14:textId="77777777" w:rsidTr="00FD60F6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2038CE" w14:textId="77777777" w:rsidR="00CE1C81" w:rsidRPr="004C2875" w:rsidRDefault="00CE1C81" w:rsidP="00CE1C81">
            <w:pPr>
              <w:ind w:firstLine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3004AF" w14:textId="77777777" w:rsidR="00CE1C81" w:rsidRPr="004C2875" w:rsidRDefault="00CE1C81" w:rsidP="00CE1C8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>Организация мероприятий в сфере массовой физической культуры и спорта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30A337" w14:textId="77777777" w:rsidR="00CE1C81" w:rsidRPr="004C2875" w:rsidRDefault="00CE1C81" w:rsidP="00CE1C8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>увеличение количества проводимых на территории региона физкультурных и спортивных мероприятий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F22F5A" w14:textId="77777777" w:rsidR="00CE1C81" w:rsidRPr="004C2875" w:rsidRDefault="00CE1C81" w:rsidP="00CE1C8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>- доля граждан, систематически занимающихся физической культурой и спортом;</w:t>
            </w:r>
          </w:p>
          <w:p w14:paraId="4B0F5647" w14:textId="77777777" w:rsidR="00CE1C81" w:rsidRPr="004C2875" w:rsidRDefault="00CE1C81" w:rsidP="00CE1C8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>- доля сельского населения, систематически занимающегося физической культурой и спортом</w:t>
            </w:r>
          </w:p>
        </w:tc>
      </w:tr>
      <w:tr w:rsidR="00CE1C81" w:rsidRPr="004C2875" w14:paraId="703BCF2A" w14:textId="77777777" w:rsidTr="00FD60F6">
        <w:tc>
          <w:tcPr>
            <w:tcW w:w="14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5F408A" w14:textId="5834DA13" w:rsidR="00CE1C81" w:rsidRPr="004C2875" w:rsidRDefault="00CE1C81" w:rsidP="004C2875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>5. Ко</w:t>
            </w:r>
            <w:r w:rsidR="004C2875">
              <w:rPr>
                <w:rFonts w:cs="Times New Roman"/>
                <w:sz w:val="24"/>
                <w:szCs w:val="24"/>
                <w:lang w:eastAsia="ru-RU"/>
              </w:rPr>
              <w:t>мплекс процессных мероприятий «</w:t>
            </w:r>
            <w:r w:rsidRPr="004C2875">
              <w:rPr>
                <w:rFonts w:cs="Times New Roman"/>
                <w:sz w:val="24"/>
                <w:szCs w:val="24"/>
                <w:lang w:eastAsia="ru-RU"/>
              </w:rPr>
              <w:t>Обеспечение деятельности в сфере подготовки спортивного резерва и спорта высших достижений</w:t>
            </w:r>
            <w:r w:rsidR="004C2875"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CE1C81" w:rsidRPr="004C2875" w14:paraId="7B155730" w14:textId="77777777" w:rsidTr="00FD60F6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8760B7" w14:textId="77777777" w:rsidR="00CE1C81" w:rsidRPr="004C2875" w:rsidRDefault="00CE1C81" w:rsidP="00CE1C81">
            <w:pPr>
              <w:ind w:firstLine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961A09" w14:textId="77777777" w:rsidR="00CE1C81" w:rsidRPr="004C2875" w:rsidRDefault="00CE1C81" w:rsidP="00CE1C8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>Ответственный за реализацию – МСп ЯО</w:t>
            </w:r>
          </w:p>
        </w:tc>
        <w:tc>
          <w:tcPr>
            <w:tcW w:w="9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717EAB" w14:textId="77777777" w:rsidR="00CE1C81" w:rsidRPr="004C2875" w:rsidRDefault="00CE1C81" w:rsidP="004C2875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1C81" w:rsidRPr="004C2875" w14:paraId="7AFEF907" w14:textId="77777777" w:rsidTr="00FD60F6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BEB58F" w14:textId="77777777" w:rsidR="00CE1C81" w:rsidRPr="004C2875" w:rsidRDefault="00CE1C81" w:rsidP="00CE1C81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482928" w14:textId="77777777" w:rsidR="00CE1C81" w:rsidRPr="004C2875" w:rsidRDefault="00CE1C81" w:rsidP="00CE1C8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>Организация мероприятий в сфере подготовки спортивного резерва и поддержки спорта высших достижений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5FC742" w14:textId="77777777" w:rsidR="00CE1C81" w:rsidRPr="004C2875" w:rsidRDefault="00CE1C81" w:rsidP="00CE1C8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>материальная поддержка спортсменов и их тренеров, развития спортивного резерва Ярославской области, направленная на достижение спортсменами высокого спортивного результата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6C261D" w14:textId="77777777" w:rsidR="00CE1C81" w:rsidRPr="004C2875" w:rsidRDefault="00CE1C81" w:rsidP="00CE1C8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>доля граждан, систематически занимающихся физической культурой и спортом</w:t>
            </w:r>
          </w:p>
        </w:tc>
      </w:tr>
      <w:tr w:rsidR="00CE1C81" w:rsidRPr="004C2875" w14:paraId="69D0310C" w14:textId="77777777" w:rsidTr="00FD60F6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A48139" w14:textId="77777777" w:rsidR="00CE1C81" w:rsidRPr="004C2875" w:rsidRDefault="00CE1C81" w:rsidP="00CE1C81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FE2EF7" w14:textId="77777777" w:rsidR="00CE1C81" w:rsidRPr="004C2875" w:rsidRDefault="00CE1C81" w:rsidP="00CE1C8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 xml:space="preserve">Организация мероприятий в сфере </w:t>
            </w:r>
            <w:r w:rsidRPr="004C2875">
              <w:rPr>
                <w:rFonts w:cs="Times New Roman"/>
                <w:sz w:val="24"/>
                <w:szCs w:val="24"/>
                <w:lang w:eastAsia="ru-RU"/>
              </w:rPr>
              <w:lastRenderedPageBreak/>
              <w:t>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5C899C" w14:textId="77777777" w:rsidR="00CE1C81" w:rsidRPr="004C2875" w:rsidRDefault="00CE1C81" w:rsidP="00CE1C8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lastRenderedPageBreak/>
              <w:t xml:space="preserve">поддержка субъектов физической </w:t>
            </w:r>
            <w:r w:rsidRPr="004C2875">
              <w:rPr>
                <w:rFonts w:cs="Times New Roman"/>
                <w:sz w:val="24"/>
                <w:szCs w:val="24"/>
                <w:lang w:eastAsia="ru-RU"/>
              </w:rPr>
              <w:lastRenderedPageBreak/>
              <w:t>культуры и спорта в области адаптивного спорта, оказание поддержки подведомственным организациям, реализующим дополнительные образовательные программы по спортивной подготовке для лиц с ограниченными возможностями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7CAE9" w14:textId="77777777" w:rsidR="00CE1C81" w:rsidRPr="004C2875" w:rsidRDefault="00CE1C81" w:rsidP="00CE1C8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lastRenderedPageBreak/>
              <w:t xml:space="preserve">доля граждан, систематически занимающихся </w:t>
            </w:r>
            <w:r w:rsidRPr="004C2875">
              <w:rPr>
                <w:rFonts w:cs="Times New Roman"/>
                <w:sz w:val="24"/>
                <w:szCs w:val="24"/>
                <w:lang w:eastAsia="ru-RU"/>
              </w:rPr>
              <w:lastRenderedPageBreak/>
              <w:t>физической культурой и спортом</w:t>
            </w:r>
          </w:p>
        </w:tc>
      </w:tr>
      <w:tr w:rsidR="00CE1C81" w:rsidRPr="004C2875" w14:paraId="6FF616E9" w14:textId="77777777" w:rsidTr="00FD60F6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F68DF2" w14:textId="77777777" w:rsidR="00CE1C81" w:rsidRPr="004C2875" w:rsidRDefault="00CE1C81" w:rsidP="00CE1C81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lastRenderedPageBreak/>
              <w:t>5.3.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B06F07" w14:textId="77777777" w:rsidR="00CE1C81" w:rsidRPr="004C2875" w:rsidRDefault="00CE1C81" w:rsidP="00CE1C8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A051F5" w14:textId="77777777" w:rsidR="00CE1C81" w:rsidRPr="004C2875" w:rsidRDefault="00CE1C81" w:rsidP="00CE1C8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>обеспечение деятельности подведомственных МСп ЯО учреждений, подготовка спортивного резерва региона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750BEF" w14:textId="77777777" w:rsidR="00CE1C81" w:rsidRPr="004C2875" w:rsidRDefault="00CE1C81" w:rsidP="00CE1C8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>- доля граждан, систематически занимающихся физической культурой и спортом;</w:t>
            </w:r>
          </w:p>
          <w:p w14:paraId="185780D4" w14:textId="77777777" w:rsidR="00CE1C81" w:rsidRPr="004C2875" w:rsidRDefault="00CE1C81" w:rsidP="00CE1C8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4C2875">
              <w:rPr>
                <w:rFonts w:cs="Times New Roman"/>
                <w:sz w:val="24"/>
                <w:szCs w:val="24"/>
                <w:lang w:eastAsia="ru-RU"/>
              </w:rPr>
              <w:t>- 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</w:tr>
    </w:tbl>
    <w:p w14:paraId="74EC7E29" w14:textId="77777777" w:rsidR="00CE1C81" w:rsidRPr="00CE1C81" w:rsidRDefault="00CE1C81" w:rsidP="00CE1C81">
      <w:pPr>
        <w:ind w:firstLine="0"/>
        <w:jc w:val="center"/>
        <w:rPr>
          <w:rFonts w:cs="Times New Roman"/>
          <w:szCs w:val="28"/>
        </w:rPr>
      </w:pPr>
    </w:p>
    <w:p w14:paraId="22AEAC50" w14:textId="77777777" w:rsidR="00CE1C81" w:rsidRPr="00CE1C81" w:rsidRDefault="00CE1C81" w:rsidP="00CE1C81">
      <w:pPr>
        <w:ind w:firstLine="0"/>
        <w:jc w:val="center"/>
        <w:rPr>
          <w:rFonts w:cs="Times New Roman"/>
          <w:szCs w:val="28"/>
        </w:rPr>
      </w:pPr>
      <w:r w:rsidRPr="00CE1C81">
        <w:rPr>
          <w:rFonts w:cs="Times New Roman"/>
          <w:szCs w:val="28"/>
        </w:rPr>
        <w:t>4. Финансовое обеспечение Государственной программы</w:t>
      </w:r>
    </w:p>
    <w:p w14:paraId="2E8BA695" w14:textId="77777777" w:rsidR="00CE1C81" w:rsidRPr="00CE1C81" w:rsidRDefault="00CE1C81" w:rsidP="00CE1C81">
      <w:pPr>
        <w:ind w:firstLine="0"/>
        <w:jc w:val="center"/>
        <w:rPr>
          <w:rFonts w:cs="Times New Roman"/>
          <w:szCs w:val="28"/>
        </w:rPr>
      </w:pPr>
    </w:p>
    <w:tbl>
      <w:tblPr>
        <w:tblW w:w="14679" w:type="dxa"/>
        <w:tblInd w:w="-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6"/>
        <w:gridCol w:w="3543"/>
        <w:gridCol w:w="1305"/>
        <w:gridCol w:w="1425"/>
        <w:gridCol w:w="1283"/>
        <w:gridCol w:w="1283"/>
        <w:gridCol w:w="1283"/>
        <w:gridCol w:w="1282"/>
        <w:gridCol w:w="1283"/>
        <w:gridCol w:w="1426"/>
      </w:tblGrid>
      <w:tr w:rsidR="00CE1C81" w:rsidRPr="00CE1C81" w14:paraId="5DF9FAD9" w14:textId="77777777" w:rsidTr="0039758C">
        <w:trPr>
          <w:trHeight w:val="90"/>
        </w:trPr>
        <w:tc>
          <w:tcPr>
            <w:tcW w:w="566" w:type="dxa"/>
            <w:vMerge w:val="restart"/>
          </w:tcPr>
          <w:p w14:paraId="11707A0E" w14:textId="23071A38" w:rsidR="00CE1C81" w:rsidRPr="00CE1C81" w:rsidRDefault="00CE1C81" w:rsidP="00CE1C81">
            <w:pPr>
              <w:keepNext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CE1C81">
              <w:rPr>
                <w:rFonts w:eastAsiaTheme="minorHAnsi" w:cs="Times New Roman"/>
                <w:color w:val="000000"/>
                <w:sz w:val="24"/>
                <w:szCs w:val="24"/>
              </w:rPr>
              <w:t>№</w:t>
            </w:r>
          </w:p>
          <w:p w14:paraId="40194A7F" w14:textId="6285937C" w:rsidR="00CE1C81" w:rsidRPr="00CE1C81" w:rsidRDefault="00CE1C81" w:rsidP="00CE1C81">
            <w:pPr>
              <w:keepNext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CE1C81">
              <w:rPr>
                <w:rFonts w:eastAsiaTheme="minorHAnsi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543" w:type="dxa"/>
            <w:vMerge w:val="restart"/>
            <w:shd w:val="clear" w:color="auto" w:fill="auto"/>
          </w:tcPr>
          <w:p w14:paraId="0A2FDA61" w14:textId="57F07DDC" w:rsidR="00CE1C81" w:rsidRPr="00CE1C81" w:rsidRDefault="00CE1C81" w:rsidP="00CE1C81">
            <w:pPr>
              <w:keepNext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CE1C81">
              <w:rPr>
                <w:rFonts w:eastAsiaTheme="minorHAnsi" w:cs="Times New Roman"/>
                <w:color w:val="000000"/>
                <w:sz w:val="24"/>
                <w:szCs w:val="24"/>
              </w:rPr>
              <w:t>Наименование Государственной программы, структурного элемента/ источник финансового обеспечения</w:t>
            </w:r>
          </w:p>
        </w:tc>
        <w:tc>
          <w:tcPr>
            <w:tcW w:w="10570" w:type="dxa"/>
            <w:gridSpan w:val="8"/>
            <w:shd w:val="clear" w:color="auto" w:fill="auto"/>
          </w:tcPr>
          <w:p w14:paraId="24AEB8F3" w14:textId="3999A9EF" w:rsidR="00CE1C81" w:rsidRPr="00CE1C81" w:rsidRDefault="00CE1C81" w:rsidP="00CE1C81">
            <w:pPr>
              <w:keepNext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CE1C81">
              <w:rPr>
                <w:rFonts w:eastAsiaTheme="minorHAnsi" w:cs="Times New Roman"/>
                <w:color w:val="00000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CE1C81" w:rsidRPr="00CE1C81" w14:paraId="40113152" w14:textId="77777777" w:rsidTr="0039758C">
        <w:trPr>
          <w:trHeight w:val="279"/>
        </w:trPr>
        <w:tc>
          <w:tcPr>
            <w:tcW w:w="566" w:type="dxa"/>
            <w:vMerge/>
          </w:tcPr>
          <w:p w14:paraId="66458404" w14:textId="77777777" w:rsidR="00CE1C81" w:rsidRPr="00CE1C81" w:rsidRDefault="00CE1C81" w:rsidP="00CE1C81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5A1935FD" w14:textId="254BC15B" w:rsidR="00CE1C81" w:rsidRPr="00CE1C81" w:rsidRDefault="00CE1C81" w:rsidP="00CE1C81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14391EFA" w14:textId="77777777" w:rsidR="00CE1C81" w:rsidRPr="00CE1C81" w:rsidRDefault="00CE1C81" w:rsidP="00CE1C81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CE1C81">
              <w:rPr>
                <w:rFonts w:eastAsiaTheme="minorHAnsi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425" w:type="dxa"/>
            <w:shd w:val="clear" w:color="auto" w:fill="auto"/>
          </w:tcPr>
          <w:p w14:paraId="6E661E28" w14:textId="77777777" w:rsidR="00CE1C81" w:rsidRPr="00CE1C81" w:rsidRDefault="00CE1C81" w:rsidP="00CE1C81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CE1C81">
              <w:rPr>
                <w:rFonts w:eastAsiaTheme="minorHAnsi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283" w:type="dxa"/>
            <w:shd w:val="clear" w:color="auto" w:fill="auto"/>
          </w:tcPr>
          <w:p w14:paraId="5E9FCD5B" w14:textId="77777777" w:rsidR="00CE1C81" w:rsidRPr="00CE1C81" w:rsidRDefault="00CE1C81" w:rsidP="00CE1C81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CE1C81">
              <w:rPr>
                <w:rFonts w:eastAsiaTheme="minorHAnsi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283" w:type="dxa"/>
            <w:shd w:val="clear" w:color="auto" w:fill="auto"/>
          </w:tcPr>
          <w:p w14:paraId="3395FA65" w14:textId="77777777" w:rsidR="00CE1C81" w:rsidRPr="00CE1C81" w:rsidRDefault="00CE1C81" w:rsidP="00CE1C81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CE1C81">
              <w:rPr>
                <w:rFonts w:eastAsiaTheme="minorHAnsi" w:cs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283" w:type="dxa"/>
            <w:shd w:val="clear" w:color="auto" w:fill="auto"/>
          </w:tcPr>
          <w:p w14:paraId="1BB3C278" w14:textId="77777777" w:rsidR="00CE1C81" w:rsidRPr="00CE1C81" w:rsidRDefault="00CE1C81" w:rsidP="00CE1C81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CE1C81">
              <w:rPr>
                <w:rFonts w:eastAsiaTheme="minorHAnsi" w:cs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1282" w:type="dxa"/>
            <w:shd w:val="clear" w:color="auto" w:fill="auto"/>
          </w:tcPr>
          <w:p w14:paraId="5A383DE6" w14:textId="77777777" w:rsidR="00CE1C81" w:rsidRPr="00CE1C81" w:rsidRDefault="00CE1C81" w:rsidP="00CE1C81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CE1C81">
              <w:rPr>
                <w:rFonts w:eastAsiaTheme="minorHAnsi" w:cs="Times New Roman"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1283" w:type="dxa"/>
            <w:shd w:val="clear" w:color="auto" w:fill="auto"/>
          </w:tcPr>
          <w:p w14:paraId="3AAB8542" w14:textId="77777777" w:rsidR="00CE1C81" w:rsidRPr="00CE1C81" w:rsidRDefault="00CE1C81" w:rsidP="00CE1C81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CE1C81">
              <w:rPr>
                <w:rFonts w:eastAsiaTheme="minorHAnsi" w:cs="Times New Roman"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1426" w:type="dxa"/>
            <w:shd w:val="clear" w:color="auto" w:fill="auto"/>
          </w:tcPr>
          <w:p w14:paraId="6124139C" w14:textId="77777777" w:rsidR="00CE1C81" w:rsidRPr="00CE1C81" w:rsidRDefault="00CE1C81" w:rsidP="00CE1C81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CE1C81">
              <w:rPr>
                <w:rFonts w:eastAsiaTheme="minorHAnsi" w:cs="Times New Roman"/>
                <w:color w:val="000000"/>
                <w:sz w:val="24"/>
                <w:szCs w:val="24"/>
              </w:rPr>
              <w:t>всего</w:t>
            </w:r>
          </w:p>
        </w:tc>
      </w:tr>
    </w:tbl>
    <w:p w14:paraId="20F7950A" w14:textId="77777777" w:rsidR="0039758C" w:rsidRPr="0039758C" w:rsidRDefault="0039758C">
      <w:pPr>
        <w:rPr>
          <w:sz w:val="2"/>
          <w:szCs w:val="2"/>
        </w:rPr>
      </w:pPr>
    </w:p>
    <w:tbl>
      <w:tblPr>
        <w:tblW w:w="14679" w:type="dxa"/>
        <w:tblInd w:w="-8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6"/>
        <w:gridCol w:w="3543"/>
        <w:gridCol w:w="1305"/>
        <w:gridCol w:w="1425"/>
        <w:gridCol w:w="1283"/>
        <w:gridCol w:w="1283"/>
        <w:gridCol w:w="1283"/>
        <w:gridCol w:w="1282"/>
        <w:gridCol w:w="1283"/>
        <w:gridCol w:w="1426"/>
      </w:tblGrid>
      <w:tr w:rsidR="00CE1C81" w:rsidRPr="00CE1C81" w14:paraId="72AC2D0A" w14:textId="77777777" w:rsidTr="0039758C">
        <w:trPr>
          <w:trHeight w:val="227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A386AA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208CA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C80FD7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147882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5FDF0D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FCEF09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6AE2BD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896EE2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6FC89E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701A43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CE1C81" w:rsidRPr="00CE1C81" w14:paraId="64E1812E" w14:textId="77777777" w:rsidTr="0039758C">
        <w:trPr>
          <w:trHeight w:val="2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5248DB62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51717" w14:textId="77777777" w:rsidR="00CE1C81" w:rsidRPr="00CE1C81" w:rsidRDefault="00CE1C81" w:rsidP="00CE1C81">
            <w:pPr>
              <w:ind w:firstLine="0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Государственная программа – всего</w:t>
            </w: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br/>
              <w:t>в том числе: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423BB0D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1 730 806,1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9CBB890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2 586 071,4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7745A29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  <w:t>964 461,8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5B39575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413 252,6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5799D0B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413 252,6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58A8C49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413 252,6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F348576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413 252,6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101DF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6 934 349,7</w:t>
            </w:r>
          </w:p>
        </w:tc>
      </w:tr>
      <w:tr w:rsidR="00CE1C81" w:rsidRPr="00CE1C81" w14:paraId="6FF863EA" w14:textId="77777777" w:rsidTr="0039758C">
        <w:trPr>
          <w:trHeight w:val="2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A25B241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43AB5" w14:textId="77777777" w:rsidR="00CE1C81" w:rsidRPr="00CE1C81" w:rsidRDefault="00CE1C81" w:rsidP="00CE1C81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- областные средства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D1C74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1 120 644,4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95ACC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1 421 709,1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CF09F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925 901,3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7B332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413 252,6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237D1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413 252,6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435AA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413 252,6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BA921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413 252,6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41FE5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5 121 265,2</w:t>
            </w:r>
          </w:p>
        </w:tc>
      </w:tr>
      <w:tr w:rsidR="00CE1C81" w:rsidRPr="00CE1C81" w14:paraId="37BC0036" w14:textId="77777777" w:rsidTr="0039758C">
        <w:trPr>
          <w:trHeight w:val="2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71DEC0A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501FE" w14:textId="77777777" w:rsidR="00CE1C81" w:rsidRPr="00CE1C81" w:rsidRDefault="00CE1C81" w:rsidP="00CE1C81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- федеральные средства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A3640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299 668,0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0324D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789 052,3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6BA52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36 000,0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6A97E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1081D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102FF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CCEE5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A145C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1 124 720,3</w:t>
            </w:r>
          </w:p>
        </w:tc>
      </w:tr>
      <w:tr w:rsidR="00CE1C81" w:rsidRPr="00CE1C81" w14:paraId="0F715FE4" w14:textId="77777777" w:rsidTr="0039758C">
        <w:trPr>
          <w:trHeight w:val="2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260FBF2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E5513" w14:textId="77777777" w:rsidR="00CE1C81" w:rsidRPr="00CE1C81" w:rsidRDefault="00CE1C81" w:rsidP="00CE1C81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- местные бюджеты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26B6E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30 493,7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03746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67 310,0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549E0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2 560,5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00138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BC24B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9A850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AE292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2EF41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100 364,2</w:t>
            </w:r>
          </w:p>
        </w:tc>
      </w:tr>
      <w:tr w:rsidR="00CE1C81" w:rsidRPr="00CE1C81" w14:paraId="25C06841" w14:textId="77777777" w:rsidTr="0039758C">
        <w:trPr>
          <w:trHeight w:val="2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B78680D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C735F" w14:textId="77777777" w:rsidR="00CE1C81" w:rsidRPr="00CE1C81" w:rsidRDefault="00CE1C81" w:rsidP="00CE1C81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2C347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280 000,0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A4460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308 000,0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DD896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AD7CC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576C4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A05E1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09049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C0A9F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588 000,0</w:t>
            </w:r>
          </w:p>
        </w:tc>
      </w:tr>
      <w:tr w:rsidR="00CE1C81" w:rsidRPr="00CE1C81" w14:paraId="4308E3FD" w14:textId="77777777" w:rsidTr="0039758C">
        <w:trPr>
          <w:trHeight w:val="20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C4E11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BD4D2" w14:textId="7747DD7D" w:rsidR="00CE1C81" w:rsidRPr="00CE1C81" w:rsidRDefault="00CE1C81" w:rsidP="0039758C">
            <w:pPr>
              <w:ind w:firstLine="0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39758C">
              <w:rPr>
                <w:rFonts w:cs="Times New Roman"/>
                <w:bCs/>
                <w:color w:val="000000"/>
                <w:sz w:val="24"/>
                <w:szCs w:val="24"/>
              </w:rPr>
              <w:t>«</w:t>
            </w: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Бизнес-спринт (Я выбираю спорт)</w:t>
            </w:r>
            <w:r w:rsidR="0039758C">
              <w:rPr>
                <w:rFonts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02C51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100 515,1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109D4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17 543,9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2BACB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51 209,2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4E119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C76BE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417C4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06B48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08206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169 268,2</w:t>
            </w:r>
          </w:p>
        </w:tc>
      </w:tr>
      <w:tr w:rsidR="00CE1C81" w:rsidRPr="00CE1C81" w14:paraId="79BA21DE" w14:textId="77777777" w:rsidTr="0039758C">
        <w:trPr>
          <w:trHeight w:val="2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F4983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3EFF3" w14:textId="77777777" w:rsidR="00CE1C81" w:rsidRPr="00CE1C81" w:rsidRDefault="00CE1C81" w:rsidP="00CE1C81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- областные средства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8EA16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25 782,1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9194C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4 666,7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C4125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12 648,7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BD554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3A36D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15102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D8D58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45E14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43 097,5</w:t>
            </w:r>
          </w:p>
        </w:tc>
      </w:tr>
      <w:tr w:rsidR="00CE1C81" w:rsidRPr="00CE1C81" w14:paraId="64DB9223" w14:textId="77777777" w:rsidTr="0039758C">
        <w:trPr>
          <w:trHeight w:val="20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24478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9B57D" w14:textId="77777777" w:rsidR="00CE1C81" w:rsidRPr="00CE1C81" w:rsidRDefault="00CE1C81" w:rsidP="00CE1C81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- федеральные средства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46D08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69 707,2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77FAF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12 000,0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A23C2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36 000,0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A9262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E8953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7192E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DE65C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B1970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117 707,2</w:t>
            </w:r>
          </w:p>
        </w:tc>
      </w:tr>
      <w:tr w:rsidR="00CE1C81" w:rsidRPr="00CE1C81" w14:paraId="17582893" w14:textId="77777777" w:rsidTr="0039758C">
        <w:trPr>
          <w:trHeight w:val="20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2283F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EE96D" w14:textId="77777777" w:rsidR="00CE1C81" w:rsidRPr="00CE1C81" w:rsidRDefault="00CE1C81" w:rsidP="00CE1C81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- местные бюджеты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DF40F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5 025,8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8A7C9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877,2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996AB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2 560,5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6175C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AD401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3EAF3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95C25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0E403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8 463,5</w:t>
            </w:r>
          </w:p>
        </w:tc>
      </w:tr>
      <w:tr w:rsidR="00CE1C81" w:rsidRPr="00CE1C81" w14:paraId="0FA78FE0" w14:textId="77777777" w:rsidTr="0039758C">
        <w:trPr>
          <w:trHeight w:val="2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C194EF1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64E96" w14:textId="727D8397" w:rsidR="00CE1C81" w:rsidRPr="00CE1C81" w:rsidRDefault="00CE1C81" w:rsidP="0039758C">
            <w:pPr>
              <w:ind w:firstLine="0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39758C">
              <w:rPr>
                <w:rFonts w:cs="Times New Roman"/>
                <w:bCs/>
                <w:color w:val="000000"/>
                <w:sz w:val="24"/>
                <w:szCs w:val="24"/>
              </w:rPr>
              <w:t>«Спорт – норма жизни»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1C4EE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382 225,0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CC2A4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3E1CC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A2F3E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33915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1D97B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13174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30D06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382 225,0</w:t>
            </w:r>
          </w:p>
        </w:tc>
      </w:tr>
      <w:tr w:rsidR="00CE1C81" w:rsidRPr="00CE1C81" w14:paraId="008E81D8" w14:textId="77777777" w:rsidTr="0039758C">
        <w:trPr>
          <w:trHeight w:val="20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A473F0C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A6B75" w14:textId="77777777" w:rsidR="00CE1C81" w:rsidRPr="00CE1C81" w:rsidRDefault="00CE1C81" w:rsidP="00CE1C81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- областные средства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90E8A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133 016,3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FB653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2611A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3D8D8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2AB5E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4E0E8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5011F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8B7C2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133 016,3</w:t>
            </w:r>
          </w:p>
        </w:tc>
      </w:tr>
      <w:tr w:rsidR="00CE1C81" w:rsidRPr="00CE1C81" w14:paraId="0639CA0A" w14:textId="77777777" w:rsidTr="0039758C">
        <w:trPr>
          <w:trHeight w:val="20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617F250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7E5C5" w14:textId="77777777" w:rsidR="00CE1C81" w:rsidRPr="00CE1C81" w:rsidRDefault="00CE1C81" w:rsidP="00CE1C81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- федеральные средства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67B94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229 960,8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F9B68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9B8EE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83543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02B06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F5D4C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AF777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45551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229 960,8</w:t>
            </w:r>
          </w:p>
        </w:tc>
      </w:tr>
      <w:tr w:rsidR="00CE1C81" w:rsidRPr="00CE1C81" w14:paraId="5D686150" w14:textId="77777777" w:rsidTr="0039758C">
        <w:trPr>
          <w:trHeight w:val="20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2088B4A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495C9" w14:textId="77777777" w:rsidR="00CE1C81" w:rsidRPr="00CE1C81" w:rsidRDefault="00CE1C81" w:rsidP="00CE1C81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- местные бюджеты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31C42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19 247,9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FDA74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C831D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EA363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EDB1E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8D2AF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753AD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1CDFE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19 247,9</w:t>
            </w:r>
          </w:p>
        </w:tc>
      </w:tr>
      <w:tr w:rsidR="00CE1C81" w:rsidRPr="00CE1C81" w14:paraId="463AB85C" w14:textId="77777777" w:rsidTr="0039758C">
        <w:trPr>
          <w:trHeight w:val="20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86A2451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FDA44" w14:textId="69CBBBD9" w:rsidR="00CE1C81" w:rsidRPr="00CE1C81" w:rsidRDefault="00CE1C81" w:rsidP="0039758C">
            <w:pPr>
              <w:ind w:firstLine="0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39758C">
              <w:rPr>
                <w:rFonts w:cs="Times New Roman"/>
                <w:bCs/>
                <w:color w:val="000000"/>
                <w:sz w:val="24"/>
                <w:szCs w:val="24"/>
              </w:rPr>
              <w:t>«</w:t>
            </w: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Развитие физичес</w:t>
            </w:r>
            <w:r w:rsidR="0039758C">
              <w:rPr>
                <w:rFonts w:cs="Times New Roman"/>
                <w:bCs/>
                <w:color w:val="000000"/>
                <w:sz w:val="24"/>
                <w:szCs w:val="24"/>
              </w:rPr>
              <w:t>кой культуры и массового спорта»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54E4C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216 639,8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9B384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1 763 774,8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8BD2C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E2251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75577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6A07A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757E3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38B0F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2 480 414,6</w:t>
            </w:r>
          </w:p>
        </w:tc>
      </w:tr>
      <w:tr w:rsidR="00CE1C81" w:rsidRPr="00CE1C81" w14:paraId="1ED4E0B7" w14:textId="77777777" w:rsidTr="0039758C">
        <w:trPr>
          <w:trHeight w:val="20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5BF6947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6AA0D" w14:textId="77777777" w:rsidR="00CE1C81" w:rsidRPr="00CE1C81" w:rsidRDefault="00CE1C81" w:rsidP="00CE1C81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- областные средства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685B8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210 419,8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4CB3F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920 289,7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5FCD7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18C7C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75CB8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CD95B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B6216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E9A5E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1 630 709,5</w:t>
            </w:r>
          </w:p>
        </w:tc>
      </w:tr>
      <w:tr w:rsidR="00CE1C81" w:rsidRPr="00CE1C81" w14:paraId="1A8DA0AB" w14:textId="77777777" w:rsidTr="0039758C">
        <w:trPr>
          <w:trHeight w:val="20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7BD9AC7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7BD60" w14:textId="77777777" w:rsidR="00CE1C81" w:rsidRPr="00CE1C81" w:rsidRDefault="00CE1C81" w:rsidP="00CE1C81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- федеральные средства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8FA19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F4C0C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777 052,3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566B0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1515D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B5E6A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1C546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9F42F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97C2C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777 052,3</w:t>
            </w:r>
          </w:p>
        </w:tc>
      </w:tr>
      <w:tr w:rsidR="00CE1C81" w:rsidRPr="00CE1C81" w14:paraId="01B6DD75" w14:textId="77777777" w:rsidTr="0039758C">
        <w:trPr>
          <w:trHeight w:val="20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6597D30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475B3" w14:textId="77777777" w:rsidR="00CE1C81" w:rsidRPr="00CE1C81" w:rsidRDefault="00CE1C81" w:rsidP="00CE1C81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- местные бюджеты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43701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6 220,0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F1F9E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66 432,8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CCCC8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9136F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B700D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67DB0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0900B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2DE4D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72 652,8</w:t>
            </w:r>
          </w:p>
        </w:tc>
      </w:tr>
      <w:tr w:rsidR="00CE1C81" w:rsidRPr="00CE1C81" w14:paraId="5620393F" w14:textId="77777777" w:rsidTr="0039758C">
        <w:trPr>
          <w:trHeight w:val="77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5F5A8ECB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4F1EB" w14:textId="392B0F9E" w:rsidR="00CE1C81" w:rsidRPr="00CE1C81" w:rsidRDefault="00CE1C81" w:rsidP="0039758C">
            <w:pPr>
              <w:ind w:firstLine="0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К</w:t>
            </w:r>
            <w:r w:rsidR="0039758C">
              <w:rPr>
                <w:rFonts w:cs="Times New Roman"/>
                <w:bCs/>
                <w:color w:val="000000"/>
                <w:sz w:val="24"/>
                <w:szCs w:val="24"/>
              </w:rPr>
              <w:t>омплекс процессных мероприятий «</w:t>
            </w: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Обеспечение деятельности в сфере массовой физической культуры и спорта</w:t>
            </w:r>
            <w:r w:rsidR="0039758C">
              <w:rPr>
                <w:rFonts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18BA2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30 050,9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66F5C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35 875,4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B0E64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35 875,4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3D072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35 875,4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06F26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35 875,4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4AE16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35 875,4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7856A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35 875,4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6246D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245 303,0</w:t>
            </w:r>
          </w:p>
        </w:tc>
      </w:tr>
      <w:tr w:rsidR="00CE1C81" w:rsidRPr="00CE1C81" w14:paraId="0119AF65" w14:textId="77777777" w:rsidTr="0039758C">
        <w:trPr>
          <w:trHeight w:val="20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D4102F3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AEEAF" w14:textId="77777777" w:rsidR="00CE1C81" w:rsidRPr="00CE1C81" w:rsidRDefault="00CE1C81" w:rsidP="00CE1C81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- областные средства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37136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30 050,9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B02F5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35 875,4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D186B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35 875,4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E892E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35 875,4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1680E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35 875,4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1995B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35 875,4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521B5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35 875,4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AFAF1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245 303,0</w:t>
            </w:r>
          </w:p>
        </w:tc>
      </w:tr>
      <w:tr w:rsidR="00CE1C81" w:rsidRPr="00CE1C81" w14:paraId="1A69D2A1" w14:textId="77777777" w:rsidTr="0039758C">
        <w:trPr>
          <w:trHeight w:val="20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A5FE0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CF854" w14:textId="36EF9A19" w:rsidR="00CE1C81" w:rsidRPr="00CE1C81" w:rsidRDefault="00CE1C81" w:rsidP="0039758C">
            <w:pPr>
              <w:ind w:firstLine="0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39758C">
              <w:rPr>
                <w:rFonts w:cs="Times New Roman"/>
                <w:bCs/>
                <w:color w:val="000000"/>
                <w:sz w:val="24"/>
                <w:szCs w:val="24"/>
              </w:rPr>
              <w:t>«</w:t>
            </w: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Обеспечение деятельности в сфере подготовки спортивного рез</w:t>
            </w:r>
            <w:r w:rsidR="0039758C">
              <w:rPr>
                <w:rFonts w:cs="Times New Roman"/>
                <w:bCs/>
                <w:color w:val="000000"/>
                <w:sz w:val="24"/>
                <w:szCs w:val="24"/>
              </w:rPr>
              <w:t>ерва и спорта высших достижений»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F9FA9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1 001 375,3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CD4A9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768 877,3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72F0F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377 377,3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54039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377 377,3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D8227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377 377,3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6FBE4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377 377,3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A3EFC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377 377,3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F0545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3 657 138,9</w:t>
            </w:r>
          </w:p>
        </w:tc>
      </w:tr>
      <w:tr w:rsidR="00CE1C81" w:rsidRPr="00CE1C81" w14:paraId="482114B1" w14:textId="77777777" w:rsidTr="0039758C">
        <w:trPr>
          <w:trHeight w:val="20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23B8D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36F57" w14:textId="77777777" w:rsidR="00CE1C81" w:rsidRPr="00CE1C81" w:rsidRDefault="00CE1C81" w:rsidP="00CE1C81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- областные средства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36055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721 375,3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35CF2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460 877,3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16F02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377 377,3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C50F5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377 377,3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A8771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377 377,3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ADBFB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377 377,3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61589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377 377,3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4EB3B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3 069 138,9</w:t>
            </w:r>
          </w:p>
        </w:tc>
      </w:tr>
      <w:tr w:rsidR="00CE1C81" w:rsidRPr="00CE1C81" w14:paraId="46D7DDF0" w14:textId="77777777" w:rsidTr="0039758C">
        <w:trPr>
          <w:trHeight w:val="20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3B79F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82920" w14:textId="77777777" w:rsidR="00CE1C81" w:rsidRPr="00CE1C81" w:rsidRDefault="00CE1C81" w:rsidP="00CE1C81">
            <w:pPr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E8CB6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280 000,0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90506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308 000,0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28806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94E02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27813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5201C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D9648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B2644" w14:textId="77777777" w:rsidR="00CE1C81" w:rsidRPr="00CE1C81" w:rsidRDefault="00CE1C81" w:rsidP="00CE1C81">
            <w:pPr>
              <w:ind w:firstLine="0"/>
              <w:jc w:val="center"/>
              <w:rPr>
                <w:rFonts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C81">
              <w:rPr>
                <w:rFonts w:cs="Times New Roman"/>
                <w:bCs/>
                <w:color w:val="000000"/>
                <w:sz w:val="24"/>
                <w:szCs w:val="24"/>
              </w:rPr>
              <w:t>588 000,0</w:t>
            </w:r>
          </w:p>
        </w:tc>
      </w:tr>
    </w:tbl>
    <w:p w14:paraId="791E615A" w14:textId="6DCABFA1" w:rsidR="000357C1" w:rsidRPr="000357C1" w:rsidRDefault="000357C1" w:rsidP="00361C20">
      <w:pPr>
        <w:spacing w:line="232" w:lineRule="auto"/>
        <w:ind w:left="5670" w:firstLine="0"/>
        <w:jc w:val="both"/>
      </w:pPr>
      <w:bookmarkStart w:id="2" w:name="_GoBack"/>
      <w:bookmarkEnd w:id="2"/>
    </w:p>
    <w:sectPr w:rsidR="000357C1" w:rsidRPr="000357C1" w:rsidSect="0039758C">
      <w:headerReference w:type="default" r:id="rId11"/>
      <w:headerReference w:type="first" r:id="rId12"/>
      <w:pgSz w:w="16838" w:h="11906" w:orient="landscape"/>
      <w:pgMar w:top="1985" w:right="1134" w:bottom="567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CB9C31" w14:textId="77777777" w:rsidR="003C2E80" w:rsidRDefault="003C2E80" w:rsidP="00CF5840">
      <w:r>
        <w:separator/>
      </w:r>
    </w:p>
  </w:endnote>
  <w:endnote w:type="continuationSeparator" w:id="0">
    <w:p w14:paraId="51156AE3" w14:textId="77777777" w:rsidR="003C2E80" w:rsidRDefault="003C2E80" w:rsidP="00CF5840">
      <w:r>
        <w:continuationSeparator/>
      </w:r>
    </w:p>
  </w:endnote>
  <w:endnote w:type="continuationNotice" w:id="1">
    <w:p w14:paraId="0044D514" w14:textId="77777777" w:rsidR="003C2E80" w:rsidRDefault="003C2E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46A245" w14:textId="77777777" w:rsidR="003C2E80" w:rsidRDefault="003C2E80" w:rsidP="00CF5840">
      <w:r>
        <w:separator/>
      </w:r>
    </w:p>
  </w:footnote>
  <w:footnote w:type="continuationSeparator" w:id="0">
    <w:p w14:paraId="71EB2D8C" w14:textId="77777777" w:rsidR="003C2E80" w:rsidRDefault="003C2E80" w:rsidP="00CF5840">
      <w:r>
        <w:continuationSeparator/>
      </w:r>
    </w:p>
  </w:footnote>
  <w:footnote w:type="continuationNotice" w:id="1">
    <w:p w14:paraId="261E606C" w14:textId="77777777" w:rsidR="003C2E80" w:rsidRDefault="003C2E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5753745"/>
      <w:docPartObj>
        <w:docPartGallery w:val="Page Numbers (Top of Page)"/>
        <w:docPartUnique/>
      </w:docPartObj>
    </w:sdtPr>
    <w:sdtEndPr/>
    <w:sdtContent>
      <w:p w14:paraId="2370C495" w14:textId="71B138AE" w:rsidR="0039758C" w:rsidRDefault="0039758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60F6">
          <w:rPr>
            <w:noProof/>
          </w:rPr>
          <w:t>7</w:t>
        </w:r>
        <w:r>
          <w:fldChar w:fldCharType="end"/>
        </w:r>
      </w:p>
    </w:sdtContent>
  </w:sdt>
  <w:p w14:paraId="55A81D1D" w14:textId="58264C29" w:rsidR="00744423" w:rsidRPr="00083548" w:rsidRDefault="00744423" w:rsidP="0008354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0A4F92" w14:textId="7718CB26" w:rsidR="0039758C" w:rsidRDefault="0039758C">
    <w:pPr>
      <w:pStyle w:val="a4"/>
      <w:jc w:val="center"/>
    </w:pPr>
  </w:p>
  <w:p w14:paraId="2CBC735C" w14:textId="77777777" w:rsidR="0039758C" w:rsidRDefault="0039758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E77092"/>
    <w:multiLevelType w:val="multilevel"/>
    <w:tmpl w:val="B992C0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defaultTabStop w:val="708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430"/>
    <w:rsid w:val="0000609F"/>
    <w:rsid w:val="0000677B"/>
    <w:rsid w:val="00007A1D"/>
    <w:rsid w:val="00007DCA"/>
    <w:rsid w:val="0001107F"/>
    <w:rsid w:val="00016213"/>
    <w:rsid w:val="00016F61"/>
    <w:rsid w:val="00017611"/>
    <w:rsid w:val="00021BFB"/>
    <w:rsid w:val="00023427"/>
    <w:rsid w:val="0002487E"/>
    <w:rsid w:val="00026281"/>
    <w:rsid w:val="000357C1"/>
    <w:rsid w:val="00036C06"/>
    <w:rsid w:val="00043F02"/>
    <w:rsid w:val="0005139E"/>
    <w:rsid w:val="00054AFF"/>
    <w:rsid w:val="00056F27"/>
    <w:rsid w:val="000575AD"/>
    <w:rsid w:val="000604F5"/>
    <w:rsid w:val="00062B60"/>
    <w:rsid w:val="0006346D"/>
    <w:rsid w:val="00080CEE"/>
    <w:rsid w:val="00083548"/>
    <w:rsid w:val="00083E6D"/>
    <w:rsid w:val="00085539"/>
    <w:rsid w:val="000950BA"/>
    <w:rsid w:val="00097E99"/>
    <w:rsid w:val="000A12E0"/>
    <w:rsid w:val="000A652C"/>
    <w:rsid w:val="000A74E4"/>
    <w:rsid w:val="000B09C8"/>
    <w:rsid w:val="000B50EF"/>
    <w:rsid w:val="000B58CB"/>
    <w:rsid w:val="000C1709"/>
    <w:rsid w:val="000C1BB0"/>
    <w:rsid w:val="000C5E7C"/>
    <w:rsid w:val="000E3F97"/>
    <w:rsid w:val="000E45C6"/>
    <w:rsid w:val="000F343C"/>
    <w:rsid w:val="000F45B7"/>
    <w:rsid w:val="00115781"/>
    <w:rsid w:val="00123FA3"/>
    <w:rsid w:val="00124CD4"/>
    <w:rsid w:val="0012647D"/>
    <w:rsid w:val="0012733C"/>
    <w:rsid w:val="00127D4B"/>
    <w:rsid w:val="001305A2"/>
    <w:rsid w:val="0013169D"/>
    <w:rsid w:val="001347C5"/>
    <w:rsid w:val="00140DC6"/>
    <w:rsid w:val="00140EEA"/>
    <w:rsid w:val="0014565F"/>
    <w:rsid w:val="0014572C"/>
    <w:rsid w:val="00156AC1"/>
    <w:rsid w:val="00157C94"/>
    <w:rsid w:val="0016120D"/>
    <w:rsid w:val="00163F68"/>
    <w:rsid w:val="001707B3"/>
    <w:rsid w:val="0017286E"/>
    <w:rsid w:val="00173229"/>
    <w:rsid w:val="0019349E"/>
    <w:rsid w:val="00197621"/>
    <w:rsid w:val="001A277A"/>
    <w:rsid w:val="001B6AAD"/>
    <w:rsid w:val="001C0974"/>
    <w:rsid w:val="001C0EBD"/>
    <w:rsid w:val="001C3F8A"/>
    <w:rsid w:val="001C74CA"/>
    <w:rsid w:val="001C78DA"/>
    <w:rsid w:val="001E314B"/>
    <w:rsid w:val="001E4545"/>
    <w:rsid w:val="001F04AE"/>
    <w:rsid w:val="001F0FCF"/>
    <w:rsid w:val="001F30E9"/>
    <w:rsid w:val="001F3512"/>
    <w:rsid w:val="001F414D"/>
    <w:rsid w:val="001F5829"/>
    <w:rsid w:val="00205C5B"/>
    <w:rsid w:val="00211B88"/>
    <w:rsid w:val="00215924"/>
    <w:rsid w:val="002172BD"/>
    <w:rsid w:val="00220697"/>
    <w:rsid w:val="00221E39"/>
    <w:rsid w:val="00225110"/>
    <w:rsid w:val="002261FB"/>
    <w:rsid w:val="002275BA"/>
    <w:rsid w:val="00227A9A"/>
    <w:rsid w:val="002306C4"/>
    <w:rsid w:val="00240DFC"/>
    <w:rsid w:val="00245B16"/>
    <w:rsid w:val="00251DCB"/>
    <w:rsid w:val="00255A04"/>
    <w:rsid w:val="00256A64"/>
    <w:rsid w:val="00260038"/>
    <w:rsid w:val="00266846"/>
    <w:rsid w:val="002766E1"/>
    <w:rsid w:val="00277633"/>
    <w:rsid w:val="002778BB"/>
    <w:rsid w:val="002779F7"/>
    <w:rsid w:val="00283387"/>
    <w:rsid w:val="002834D2"/>
    <w:rsid w:val="0029258B"/>
    <w:rsid w:val="002969A9"/>
    <w:rsid w:val="002A5181"/>
    <w:rsid w:val="002A78C7"/>
    <w:rsid w:val="002B1704"/>
    <w:rsid w:val="002B646B"/>
    <w:rsid w:val="002C1240"/>
    <w:rsid w:val="002C5A81"/>
    <w:rsid w:val="002D4AB4"/>
    <w:rsid w:val="002E0B79"/>
    <w:rsid w:val="002E1D97"/>
    <w:rsid w:val="002F238E"/>
    <w:rsid w:val="002F30DD"/>
    <w:rsid w:val="002F6DDE"/>
    <w:rsid w:val="002F75E4"/>
    <w:rsid w:val="00301421"/>
    <w:rsid w:val="00304F30"/>
    <w:rsid w:val="00306232"/>
    <w:rsid w:val="003069C6"/>
    <w:rsid w:val="003077AB"/>
    <w:rsid w:val="003105D3"/>
    <w:rsid w:val="00313993"/>
    <w:rsid w:val="003140B6"/>
    <w:rsid w:val="003246AA"/>
    <w:rsid w:val="003307F1"/>
    <w:rsid w:val="00330EFA"/>
    <w:rsid w:val="0033408D"/>
    <w:rsid w:val="00347AD7"/>
    <w:rsid w:val="00350580"/>
    <w:rsid w:val="003532BA"/>
    <w:rsid w:val="00353AC1"/>
    <w:rsid w:val="00361C20"/>
    <w:rsid w:val="00363DD8"/>
    <w:rsid w:val="003648C7"/>
    <w:rsid w:val="003656CE"/>
    <w:rsid w:val="00370A14"/>
    <w:rsid w:val="00372071"/>
    <w:rsid w:val="00381164"/>
    <w:rsid w:val="0039145D"/>
    <w:rsid w:val="00396352"/>
    <w:rsid w:val="0039758C"/>
    <w:rsid w:val="00397B07"/>
    <w:rsid w:val="003A0756"/>
    <w:rsid w:val="003A2DCC"/>
    <w:rsid w:val="003A4A4C"/>
    <w:rsid w:val="003A6FBC"/>
    <w:rsid w:val="003B27A3"/>
    <w:rsid w:val="003B6A01"/>
    <w:rsid w:val="003B7DA1"/>
    <w:rsid w:val="003C0861"/>
    <w:rsid w:val="003C223B"/>
    <w:rsid w:val="003C2E80"/>
    <w:rsid w:val="003C6DF9"/>
    <w:rsid w:val="003D1E8D"/>
    <w:rsid w:val="003E33CC"/>
    <w:rsid w:val="003E4FA5"/>
    <w:rsid w:val="003F43C8"/>
    <w:rsid w:val="003F5509"/>
    <w:rsid w:val="003F65E2"/>
    <w:rsid w:val="00400AAE"/>
    <w:rsid w:val="004041A6"/>
    <w:rsid w:val="0040656C"/>
    <w:rsid w:val="004072B3"/>
    <w:rsid w:val="004105F4"/>
    <w:rsid w:val="00425ACF"/>
    <w:rsid w:val="0042780A"/>
    <w:rsid w:val="00430DDC"/>
    <w:rsid w:val="004430E2"/>
    <w:rsid w:val="00446228"/>
    <w:rsid w:val="00446BBD"/>
    <w:rsid w:val="004539D8"/>
    <w:rsid w:val="00453CDC"/>
    <w:rsid w:val="004549B2"/>
    <w:rsid w:val="004623B7"/>
    <w:rsid w:val="00462B35"/>
    <w:rsid w:val="00470773"/>
    <w:rsid w:val="0047728C"/>
    <w:rsid w:val="004774A6"/>
    <w:rsid w:val="0047768A"/>
    <w:rsid w:val="00481BA8"/>
    <w:rsid w:val="004834B4"/>
    <w:rsid w:val="004845DC"/>
    <w:rsid w:val="00484FD1"/>
    <w:rsid w:val="00485CBC"/>
    <w:rsid w:val="00487DAB"/>
    <w:rsid w:val="00496DB9"/>
    <w:rsid w:val="0049783F"/>
    <w:rsid w:val="00497DB9"/>
    <w:rsid w:val="004C048C"/>
    <w:rsid w:val="004C156A"/>
    <w:rsid w:val="004C2875"/>
    <w:rsid w:val="004D7E7B"/>
    <w:rsid w:val="004F0106"/>
    <w:rsid w:val="004F5369"/>
    <w:rsid w:val="004F5B67"/>
    <w:rsid w:val="00506C83"/>
    <w:rsid w:val="005077B2"/>
    <w:rsid w:val="00511DC2"/>
    <w:rsid w:val="0051227B"/>
    <w:rsid w:val="005134CA"/>
    <w:rsid w:val="00513E19"/>
    <w:rsid w:val="005179D4"/>
    <w:rsid w:val="0052371F"/>
    <w:rsid w:val="00524B86"/>
    <w:rsid w:val="0052669F"/>
    <w:rsid w:val="00533ABA"/>
    <w:rsid w:val="00534E24"/>
    <w:rsid w:val="00542472"/>
    <w:rsid w:val="00547508"/>
    <w:rsid w:val="00552060"/>
    <w:rsid w:val="00554047"/>
    <w:rsid w:val="005541AB"/>
    <w:rsid w:val="00554C23"/>
    <w:rsid w:val="00563DFE"/>
    <w:rsid w:val="00570F16"/>
    <w:rsid w:val="00570FBB"/>
    <w:rsid w:val="005745A5"/>
    <w:rsid w:val="0057505A"/>
    <w:rsid w:val="00584EBA"/>
    <w:rsid w:val="005862FB"/>
    <w:rsid w:val="00592558"/>
    <w:rsid w:val="00592CD3"/>
    <w:rsid w:val="005936AA"/>
    <w:rsid w:val="005939F1"/>
    <w:rsid w:val="00594B37"/>
    <w:rsid w:val="00595518"/>
    <w:rsid w:val="0059760A"/>
    <w:rsid w:val="005A05A3"/>
    <w:rsid w:val="005A50F7"/>
    <w:rsid w:val="005B5BD5"/>
    <w:rsid w:val="005B6A2E"/>
    <w:rsid w:val="005C2E1A"/>
    <w:rsid w:val="005D0750"/>
    <w:rsid w:val="005D4AE9"/>
    <w:rsid w:val="005D70F9"/>
    <w:rsid w:val="005F2543"/>
    <w:rsid w:val="0060162F"/>
    <w:rsid w:val="006016E7"/>
    <w:rsid w:val="00604698"/>
    <w:rsid w:val="006128BB"/>
    <w:rsid w:val="006157BF"/>
    <w:rsid w:val="00615BAD"/>
    <w:rsid w:val="0061779D"/>
    <w:rsid w:val="00620C27"/>
    <w:rsid w:val="00631ABE"/>
    <w:rsid w:val="00657446"/>
    <w:rsid w:val="0066139A"/>
    <w:rsid w:val="006751C5"/>
    <w:rsid w:val="00681496"/>
    <w:rsid w:val="0068221E"/>
    <w:rsid w:val="0068318B"/>
    <w:rsid w:val="00683218"/>
    <w:rsid w:val="00686E2F"/>
    <w:rsid w:val="006901C3"/>
    <w:rsid w:val="00691F34"/>
    <w:rsid w:val="00692269"/>
    <w:rsid w:val="006924D8"/>
    <w:rsid w:val="00693EE0"/>
    <w:rsid w:val="006A05DE"/>
    <w:rsid w:val="006A2C58"/>
    <w:rsid w:val="006B1212"/>
    <w:rsid w:val="006B61FF"/>
    <w:rsid w:val="006C2F08"/>
    <w:rsid w:val="006C3510"/>
    <w:rsid w:val="006E16E1"/>
    <w:rsid w:val="006E69FF"/>
    <w:rsid w:val="006E7637"/>
    <w:rsid w:val="006F29E9"/>
    <w:rsid w:val="006F55C7"/>
    <w:rsid w:val="006F7BA9"/>
    <w:rsid w:val="00710919"/>
    <w:rsid w:val="00716047"/>
    <w:rsid w:val="00720A7A"/>
    <w:rsid w:val="00721186"/>
    <w:rsid w:val="00721775"/>
    <w:rsid w:val="0072635B"/>
    <w:rsid w:val="0073044C"/>
    <w:rsid w:val="0073161D"/>
    <w:rsid w:val="00732E32"/>
    <w:rsid w:val="007341B3"/>
    <w:rsid w:val="007356B6"/>
    <w:rsid w:val="007376DA"/>
    <w:rsid w:val="00737E26"/>
    <w:rsid w:val="00744423"/>
    <w:rsid w:val="0074660E"/>
    <w:rsid w:val="00747006"/>
    <w:rsid w:val="0075264F"/>
    <w:rsid w:val="007550AC"/>
    <w:rsid w:val="00755B8A"/>
    <w:rsid w:val="00756048"/>
    <w:rsid w:val="007668C3"/>
    <w:rsid w:val="00771084"/>
    <w:rsid w:val="007714E7"/>
    <w:rsid w:val="00773AA6"/>
    <w:rsid w:val="00774DDC"/>
    <w:rsid w:val="00785230"/>
    <w:rsid w:val="00785B19"/>
    <w:rsid w:val="00787563"/>
    <w:rsid w:val="007927EF"/>
    <w:rsid w:val="00795E22"/>
    <w:rsid w:val="00796600"/>
    <w:rsid w:val="00796C37"/>
    <w:rsid w:val="007A4FF7"/>
    <w:rsid w:val="007A5689"/>
    <w:rsid w:val="007A618B"/>
    <w:rsid w:val="007C0BA1"/>
    <w:rsid w:val="007C1BC4"/>
    <w:rsid w:val="007C5551"/>
    <w:rsid w:val="007C7974"/>
    <w:rsid w:val="007D2016"/>
    <w:rsid w:val="007D5B03"/>
    <w:rsid w:val="007E2E74"/>
    <w:rsid w:val="007E37CC"/>
    <w:rsid w:val="007E45FA"/>
    <w:rsid w:val="007F7623"/>
    <w:rsid w:val="00807703"/>
    <w:rsid w:val="00810833"/>
    <w:rsid w:val="00810C63"/>
    <w:rsid w:val="00810F4A"/>
    <w:rsid w:val="00815CCB"/>
    <w:rsid w:val="00816789"/>
    <w:rsid w:val="00824A01"/>
    <w:rsid w:val="00827AA1"/>
    <w:rsid w:val="00827DAB"/>
    <w:rsid w:val="00831C60"/>
    <w:rsid w:val="00835C0C"/>
    <w:rsid w:val="00845773"/>
    <w:rsid w:val="00852F72"/>
    <w:rsid w:val="008548DE"/>
    <w:rsid w:val="00860512"/>
    <w:rsid w:val="00867E37"/>
    <w:rsid w:val="00881385"/>
    <w:rsid w:val="00887BBF"/>
    <w:rsid w:val="008960E3"/>
    <w:rsid w:val="008A1A6B"/>
    <w:rsid w:val="008A7F15"/>
    <w:rsid w:val="008B24BA"/>
    <w:rsid w:val="008B4BAF"/>
    <w:rsid w:val="008B5217"/>
    <w:rsid w:val="008C1CB8"/>
    <w:rsid w:val="008C2FAD"/>
    <w:rsid w:val="008C55B3"/>
    <w:rsid w:val="008C5C70"/>
    <w:rsid w:val="008C7F00"/>
    <w:rsid w:val="008D1A38"/>
    <w:rsid w:val="008D67B9"/>
    <w:rsid w:val="008F5759"/>
    <w:rsid w:val="008F68C9"/>
    <w:rsid w:val="00912DA4"/>
    <w:rsid w:val="0091450C"/>
    <w:rsid w:val="009213DE"/>
    <w:rsid w:val="0092780A"/>
    <w:rsid w:val="00933019"/>
    <w:rsid w:val="009337D8"/>
    <w:rsid w:val="00941DA7"/>
    <w:rsid w:val="00951EAB"/>
    <w:rsid w:val="00954FB6"/>
    <w:rsid w:val="00963AA5"/>
    <w:rsid w:val="00964E0B"/>
    <w:rsid w:val="00965D6F"/>
    <w:rsid w:val="00976B4B"/>
    <w:rsid w:val="00982A45"/>
    <w:rsid w:val="00986D19"/>
    <w:rsid w:val="009909CD"/>
    <w:rsid w:val="00995D81"/>
    <w:rsid w:val="00997443"/>
    <w:rsid w:val="009A08C0"/>
    <w:rsid w:val="009A31E8"/>
    <w:rsid w:val="009B0A11"/>
    <w:rsid w:val="009B5DB9"/>
    <w:rsid w:val="009B795A"/>
    <w:rsid w:val="009C6732"/>
    <w:rsid w:val="009D0577"/>
    <w:rsid w:val="009D14FA"/>
    <w:rsid w:val="009D58E5"/>
    <w:rsid w:val="009D5DFC"/>
    <w:rsid w:val="009E0B88"/>
    <w:rsid w:val="009E65F7"/>
    <w:rsid w:val="009F58F7"/>
    <w:rsid w:val="009F6248"/>
    <w:rsid w:val="00A04FA1"/>
    <w:rsid w:val="00A06DC7"/>
    <w:rsid w:val="00A109BF"/>
    <w:rsid w:val="00A13E0D"/>
    <w:rsid w:val="00A1616F"/>
    <w:rsid w:val="00A23113"/>
    <w:rsid w:val="00A2360C"/>
    <w:rsid w:val="00A245E1"/>
    <w:rsid w:val="00A343FB"/>
    <w:rsid w:val="00A4530F"/>
    <w:rsid w:val="00A477F4"/>
    <w:rsid w:val="00A53CF3"/>
    <w:rsid w:val="00A71464"/>
    <w:rsid w:val="00A71916"/>
    <w:rsid w:val="00A7332D"/>
    <w:rsid w:val="00A73F2A"/>
    <w:rsid w:val="00A76581"/>
    <w:rsid w:val="00A81AC1"/>
    <w:rsid w:val="00A834F9"/>
    <w:rsid w:val="00A83D83"/>
    <w:rsid w:val="00A842F3"/>
    <w:rsid w:val="00A87B66"/>
    <w:rsid w:val="00AA2040"/>
    <w:rsid w:val="00AA4F29"/>
    <w:rsid w:val="00AB069C"/>
    <w:rsid w:val="00AB1687"/>
    <w:rsid w:val="00AB3878"/>
    <w:rsid w:val="00AB3A98"/>
    <w:rsid w:val="00AB7521"/>
    <w:rsid w:val="00AC026D"/>
    <w:rsid w:val="00AC41EA"/>
    <w:rsid w:val="00AD1B73"/>
    <w:rsid w:val="00AE33DD"/>
    <w:rsid w:val="00AE761D"/>
    <w:rsid w:val="00AF092B"/>
    <w:rsid w:val="00B007A6"/>
    <w:rsid w:val="00B03D51"/>
    <w:rsid w:val="00B04C52"/>
    <w:rsid w:val="00B126A3"/>
    <w:rsid w:val="00B12729"/>
    <w:rsid w:val="00B16E3F"/>
    <w:rsid w:val="00B230E8"/>
    <w:rsid w:val="00B2750E"/>
    <w:rsid w:val="00B30858"/>
    <w:rsid w:val="00B41FCA"/>
    <w:rsid w:val="00B55589"/>
    <w:rsid w:val="00B62173"/>
    <w:rsid w:val="00B652A0"/>
    <w:rsid w:val="00B6639B"/>
    <w:rsid w:val="00B66E7F"/>
    <w:rsid w:val="00B71C50"/>
    <w:rsid w:val="00B822F5"/>
    <w:rsid w:val="00B90652"/>
    <w:rsid w:val="00BA00C1"/>
    <w:rsid w:val="00BA4799"/>
    <w:rsid w:val="00BA525C"/>
    <w:rsid w:val="00BA6291"/>
    <w:rsid w:val="00BB1812"/>
    <w:rsid w:val="00BB38FE"/>
    <w:rsid w:val="00BB4011"/>
    <w:rsid w:val="00BB46F0"/>
    <w:rsid w:val="00BC0D64"/>
    <w:rsid w:val="00BC2257"/>
    <w:rsid w:val="00BC43F5"/>
    <w:rsid w:val="00BD1FF5"/>
    <w:rsid w:val="00BD28F5"/>
    <w:rsid w:val="00BD3826"/>
    <w:rsid w:val="00BD3EF9"/>
    <w:rsid w:val="00BD4508"/>
    <w:rsid w:val="00BE7C98"/>
    <w:rsid w:val="00C01A8E"/>
    <w:rsid w:val="00C02700"/>
    <w:rsid w:val="00C03E5A"/>
    <w:rsid w:val="00C052E1"/>
    <w:rsid w:val="00C1502E"/>
    <w:rsid w:val="00C15044"/>
    <w:rsid w:val="00C1766F"/>
    <w:rsid w:val="00C208D9"/>
    <w:rsid w:val="00C22D48"/>
    <w:rsid w:val="00C2740E"/>
    <w:rsid w:val="00C300D8"/>
    <w:rsid w:val="00C37B3D"/>
    <w:rsid w:val="00C4062D"/>
    <w:rsid w:val="00C40DFB"/>
    <w:rsid w:val="00C43800"/>
    <w:rsid w:val="00C52982"/>
    <w:rsid w:val="00C551A2"/>
    <w:rsid w:val="00C6603F"/>
    <w:rsid w:val="00C73786"/>
    <w:rsid w:val="00C73D60"/>
    <w:rsid w:val="00C82546"/>
    <w:rsid w:val="00C83AA2"/>
    <w:rsid w:val="00C8595D"/>
    <w:rsid w:val="00C9739E"/>
    <w:rsid w:val="00C978D8"/>
    <w:rsid w:val="00CB2A04"/>
    <w:rsid w:val="00CB3383"/>
    <w:rsid w:val="00CB33C1"/>
    <w:rsid w:val="00CC7882"/>
    <w:rsid w:val="00CD066E"/>
    <w:rsid w:val="00CD0CDD"/>
    <w:rsid w:val="00CD1C77"/>
    <w:rsid w:val="00CD3D9A"/>
    <w:rsid w:val="00CE1C81"/>
    <w:rsid w:val="00CE4015"/>
    <w:rsid w:val="00CF48FC"/>
    <w:rsid w:val="00CF4A59"/>
    <w:rsid w:val="00CF5840"/>
    <w:rsid w:val="00D00EFB"/>
    <w:rsid w:val="00D06229"/>
    <w:rsid w:val="00D06430"/>
    <w:rsid w:val="00D10C96"/>
    <w:rsid w:val="00D14FCA"/>
    <w:rsid w:val="00D15E09"/>
    <w:rsid w:val="00D24A61"/>
    <w:rsid w:val="00D31FEE"/>
    <w:rsid w:val="00D3790E"/>
    <w:rsid w:val="00D41350"/>
    <w:rsid w:val="00D438D5"/>
    <w:rsid w:val="00D44215"/>
    <w:rsid w:val="00D44692"/>
    <w:rsid w:val="00D650D2"/>
    <w:rsid w:val="00D756E4"/>
    <w:rsid w:val="00D8252D"/>
    <w:rsid w:val="00D85153"/>
    <w:rsid w:val="00D91412"/>
    <w:rsid w:val="00D917EF"/>
    <w:rsid w:val="00D93F0C"/>
    <w:rsid w:val="00D95379"/>
    <w:rsid w:val="00D96F5E"/>
    <w:rsid w:val="00DA4202"/>
    <w:rsid w:val="00DA54C0"/>
    <w:rsid w:val="00DB1732"/>
    <w:rsid w:val="00DB184E"/>
    <w:rsid w:val="00DC0B92"/>
    <w:rsid w:val="00DC38C7"/>
    <w:rsid w:val="00DC3A98"/>
    <w:rsid w:val="00DC461E"/>
    <w:rsid w:val="00DC4D34"/>
    <w:rsid w:val="00DE02A2"/>
    <w:rsid w:val="00DE0AFD"/>
    <w:rsid w:val="00DE1806"/>
    <w:rsid w:val="00DE55B4"/>
    <w:rsid w:val="00DE5F6D"/>
    <w:rsid w:val="00DF19A4"/>
    <w:rsid w:val="00DF1A17"/>
    <w:rsid w:val="00DF23D4"/>
    <w:rsid w:val="00E0245F"/>
    <w:rsid w:val="00E0412F"/>
    <w:rsid w:val="00E10153"/>
    <w:rsid w:val="00E1407E"/>
    <w:rsid w:val="00E14399"/>
    <w:rsid w:val="00E14E8D"/>
    <w:rsid w:val="00E15553"/>
    <w:rsid w:val="00E22AD1"/>
    <w:rsid w:val="00E22F7E"/>
    <w:rsid w:val="00E24307"/>
    <w:rsid w:val="00E27130"/>
    <w:rsid w:val="00E310C5"/>
    <w:rsid w:val="00E377E1"/>
    <w:rsid w:val="00E41A4A"/>
    <w:rsid w:val="00E443BA"/>
    <w:rsid w:val="00E443F6"/>
    <w:rsid w:val="00E47736"/>
    <w:rsid w:val="00E51ED2"/>
    <w:rsid w:val="00E52D5C"/>
    <w:rsid w:val="00E5331B"/>
    <w:rsid w:val="00E56E79"/>
    <w:rsid w:val="00E579EC"/>
    <w:rsid w:val="00E6250D"/>
    <w:rsid w:val="00E63AF1"/>
    <w:rsid w:val="00E65632"/>
    <w:rsid w:val="00E72745"/>
    <w:rsid w:val="00E75108"/>
    <w:rsid w:val="00E7698C"/>
    <w:rsid w:val="00E80079"/>
    <w:rsid w:val="00E81E5F"/>
    <w:rsid w:val="00E83462"/>
    <w:rsid w:val="00E92E41"/>
    <w:rsid w:val="00E95B3D"/>
    <w:rsid w:val="00EA288C"/>
    <w:rsid w:val="00EA75AE"/>
    <w:rsid w:val="00EA7B58"/>
    <w:rsid w:val="00EA7EA4"/>
    <w:rsid w:val="00EB1DA1"/>
    <w:rsid w:val="00EC7748"/>
    <w:rsid w:val="00ED15EF"/>
    <w:rsid w:val="00ED5A06"/>
    <w:rsid w:val="00EE3C93"/>
    <w:rsid w:val="00EE523E"/>
    <w:rsid w:val="00EE6B2B"/>
    <w:rsid w:val="00EF10A2"/>
    <w:rsid w:val="00EF1ED4"/>
    <w:rsid w:val="00EF6FDD"/>
    <w:rsid w:val="00F0718C"/>
    <w:rsid w:val="00F241FD"/>
    <w:rsid w:val="00F24227"/>
    <w:rsid w:val="00F264E5"/>
    <w:rsid w:val="00F30B75"/>
    <w:rsid w:val="00F51B36"/>
    <w:rsid w:val="00F52C40"/>
    <w:rsid w:val="00F55139"/>
    <w:rsid w:val="00F57D4F"/>
    <w:rsid w:val="00F60645"/>
    <w:rsid w:val="00F6287A"/>
    <w:rsid w:val="00F73ADA"/>
    <w:rsid w:val="00F8123E"/>
    <w:rsid w:val="00F82D65"/>
    <w:rsid w:val="00F91B85"/>
    <w:rsid w:val="00FA5D39"/>
    <w:rsid w:val="00FA5EA7"/>
    <w:rsid w:val="00FB15DB"/>
    <w:rsid w:val="00FC3538"/>
    <w:rsid w:val="00FC6282"/>
    <w:rsid w:val="00FC6ECA"/>
    <w:rsid w:val="00FC7765"/>
    <w:rsid w:val="00FD3AD6"/>
    <w:rsid w:val="00FD60F6"/>
    <w:rsid w:val="00FD7DA4"/>
    <w:rsid w:val="00FE2D7B"/>
    <w:rsid w:val="00FF040B"/>
    <w:rsid w:val="00FF6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04448D"/>
  <w15:docId w15:val="{6482D65E-2105-4188-B071-ABF65CF26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70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uiPriority w:val="99"/>
    <w:qFormat/>
    <w:rsid w:val="00085539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paragraph" w:customStyle="1" w:styleId="ConsPlusNormal">
    <w:name w:val="ConsPlusNormal"/>
    <w:rsid w:val="00F57D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32E3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2E32"/>
    <w:rPr>
      <w:rFonts w:ascii="Tahoma" w:eastAsia="Times New Roman" w:hAnsi="Tahoma" w:cs="Tahoma"/>
      <w:sz w:val="16"/>
      <w:szCs w:val="16"/>
    </w:rPr>
  </w:style>
  <w:style w:type="paragraph" w:styleId="ab">
    <w:name w:val="Revision"/>
    <w:hidden/>
    <w:uiPriority w:val="99"/>
    <w:semiHidden/>
    <w:rsid w:val="00D44692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table" w:customStyle="1" w:styleId="2">
    <w:name w:val="Сетка таблицы2"/>
    <w:basedOn w:val="a1"/>
    <w:next w:val="a3"/>
    <w:uiPriority w:val="59"/>
    <w:rsid w:val="00D446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59"/>
    <w:rsid w:val="00D446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uiPriority w:val="59"/>
    <w:rsid w:val="003E3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3"/>
    <w:uiPriority w:val="59"/>
    <w:rsid w:val="00083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3"/>
    <w:uiPriority w:val="59"/>
    <w:rsid w:val="00A06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1"/>
    <w:next w:val="a3"/>
    <w:uiPriority w:val="59"/>
    <w:rsid w:val="00E51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F30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9B7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9B7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9B7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59"/>
    <w:rsid w:val="00A81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59"/>
    <w:rsid w:val="00594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3"/>
    <w:uiPriority w:val="59"/>
    <w:rsid w:val="00594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DA54C0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DA54C0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DA54C0"/>
    <w:rPr>
      <w:rFonts w:ascii="Times New Roman" w:eastAsia="Times New Roman" w:hAnsi="Times New Roman" w:cs="Calibri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A54C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A54C0"/>
    <w:rPr>
      <w:rFonts w:ascii="Times New Roman" w:eastAsia="Times New Roman" w:hAnsi="Times New Roman" w:cs="Calibri"/>
      <w:b/>
      <w:bCs/>
      <w:sz w:val="20"/>
      <w:szCs w:val="20"/>
    </w:rPr>
  </w:style>
  <w:style w:type="character" w:customStyle="1" w:styleId="af1">
    <w:name w:val="Основной текст_"/>
    <w:basedOn w:val="a0"/>
    <w:link w:val="12"/>
    <w:rsid w:val="00A7146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Заголовок №2_"/>
    <w:basedOn w:val="a0"/>
    <w:link w:val="24"/>
    <w:rsid w:val="00A7146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f1"/>
    <w:rsid w:val="00A71464"/>
    <w:pPr>
      <w:widowControl w:val="0"/>
      <w:shd w:val="clear" w:color="auto" w:fill="FFFFFF"/>
      <w:ind w:firstLine="400"/>
    </w:pPr>
    <w:rPr>
      <w:rFonts w:cs="Times New Roman"/>
      <w:szCs w:val="28"/>
    </w:rPr>
  </w:style>
  <w:style w:type="paragraph" w:customStyle="1" w:styleId="24">
    <w:name w:val="Заголовок №2"/>
    <w:basedOn w:val="a"/>
    <w:link w:val="20"/>
    <w:rsid w:val="00A71464"/>
    <w:pPr>
      <w:widowControl w:val="0"/>
      <w:shd w:val="clear" w:color="auto" w:fill="FFFFFF"/>
      <w:spacing w:after="360"/>
      <w:ind w:firstLine="0"/>
      <w:jc w:val="center"/>
      <w:outlineLvl w:val="1"/>
    </w:pPr>
    <w:rPr>
      <w:rFonts w:cs="Times New Roman"/>
      <w:b/>
      <w:bCs/>
      <w:szCs w:val="28"/>
    </w:rPr>
  </w:style>
  <w:style w:type="character" w:customStyle="1" w:styleId="af2">
    <w:name w:val="Гипертекстовая ссылка"/>
    <w:basedOn w:val="a0"/>
    <w:uiPriority w:val="99"/>
    <w:rsid w:val="00266846"/>
    <w:rPr>
      <w:color w:val="106BBE"/>
    </w:rPr>
  </w:style>
  <w:style w:type="paragraph" w:customStyle="1" w:styleId="af3">
    <w:name w:val="Нормальный (таблица)"/>
    <w:basedOn w:val="a"/>
    <w:next w:val="a"/>
    <w:uiPriority w:val="99"/>
    <w:rsid w:val="00266846"/>
    <w:pPr>
      <w:widowControl w:val="0"/>
      <w:autoSpaceDE w:val="0"/>
      <w:autoSpaceDN w:val="0"/>
      <w:adjustRightInd w:val="0"/>
      <w:ind w:firstLine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4">
    <w:name w:val="Прижатый влево"/>
    <w:basedOn w:val="a"/>
    <w:next w:val="a"/>
    <w:uiPriority w:val="99"/>
    <w:rsid w:val="00266846"/>
    <w:pPr>
      <w:widowControl w:val="0"/>
      <w:autoSpaceDE w:val="0"/>
      <w:autoSpaceDN w:val="0"/>
      <w:adjustRightInd w:val="0"/>
      <w:ind w:firstLine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table" w:customStyle="1" w:styleId="100">
    <w:name w:val="Сетка таблицы10"/>
    <w:basedOn w:val="a1"/>
    <w:next w:val="a3"/>
    <w:uiPriority w:val="59"/>
    <w:rsid w:val="00BD28F5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3"/>
    <w:uiPriority w:val="59"/>
    <w:rsid w:val="000604F5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3"/>
    <w:uiPriority w:val="59"/>
    <w:rsid w:val="0008553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085539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5">
    <w:name w:val="Цветовое выделение"/>
    <w:uiPriority w:val="99"/>
    <w:rsid w:val="00085539"/>
    <w:rPr>
      <w:b/>
      <w:bCs/>
      <w:color w:val="26282F"/>
    </w:rPr>
  </w:style>
  <w:style w:type="paragraph" w:customStyle="1" w:styleId="af6">
    <w:name w:val="Комментарий"/>
    <w:basedOn w:val="a"/>
    <w:next w:val="a"/>
    <w:uiPriority w:val="99"/>
    <w:rsid w:val="00BA4799"/>
    <w:pPr>
      <w:widowControl w:val="0"/>
      <w:autoSpaceDE w:val="0"/>
      <w:autoSpaceDN w:val="0"/>
      <w:adjustRightInd w:val="0"/>
      <w:spacing w:before="75"/>
      <w:ind w:left="170" w:firstLine="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f7">
    <w:name w:val="Информация о версии"/>
    <w:basedOn w:val="af6"/>
    <w:next w:val="a"/>
    <w:uiPriority w:val="99"/>
    <w:rsid w:val="00BA4799"/>
    <w:rPr>
      <w:i/>
      <w:iCs/>
    </w:rPr>
  </w:style>
  <w:style w:type="table" w:customStyle="1" w:styleId="14">
    <w:name w:val="Сетка таблицы14"/>
    <w:basedOn w:val="a1"/>
    <w:next w:val="a3"/>
    <w:uiPriority w:val="59"/>
    <w:rsid w:val="00CE1C81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0">
    <w:name w:val="Сетка таблицы24"/>
    <w:basedOn w:val="a1"/>
    <w:next w:val="a3"/>
    <w:uiPriority w:val="59"/>
    <w:rsid w:val="00CE1C81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ccf62732e08525b243b6311c0a3cd460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44bc4240dfa2ae4ca7bfd92925a29b0e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DID xmlns="081b8c99-5a1b-4ba1-9a3e-0d0cea83319e" xsi:nil="true"/>
    <dateaddindb xmlns="081b8c99-5a1b-4ba1-9a3e-0d0cea83319e">2024-07-01T20:00:00+00:00</dateaddindb>
    <dateminusta xmlns="081b8c99-5a1b-4ba1-9a3e-0d0cea83319e" xsi:nil="true"/>
    <numik xmlns="af44e648-6311-40f1-ad37-1234555fd9ba">400</numik>
    <kind xmlns="e2080b48-eafa-461e-b501-38555d38caa1">79</kind>
    <num xmlns="af44e648-6311-40f1-ad37-1234555fd9ba">400</num>
    <beginactiondate xmlns="a853e5a8-fa1e-4dd3-a1b5-1604bfb35b05">2024-03-26T20:00:00+00:00</beginactiondate>
    <approvaldate xmlns="081b8c99-5a1b-4ba1-9a3e-0d0cea83319e">2024-03-26T20:00:00+00:00</approvaldate>
    <bigtitle xmlns="a853e5a8-fa1e-4dd3-a1b5-1604bfb35b05">Об утверждении государственной программы Ярославской области «Развитие физической культуры и спорта в Ярославской области» на 2024 – 2030 годы и о признании утратившими силу отдельных постановлений Правительства области (с изменениями на 28 декабря 2024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"Документ-Регион", N 53, 09.07.2024</publication>
    <redactiondate xmlns="081b8c99-5a1b-4ba1-9a3e-0d0cea83319e">2024-12-27T20:00:00+00:00</redactiondate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400-п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9F655-3EB5-451B-9D81-15219A50AB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4AA6B1-B820-4615-9FFE-D4B99919C37A}">
  <ds:schemaRefs>
    <ds:schemaRef ds:uri="a853e5a8-fa1e-4dd3-a1b5-1604bfb35b05"/>
    <ds:schemaRef ds:uri="081b8c99-5a1b-4ba1-9a3e-0d0cea83319e"/>
    <ds:schemaRef ds:uri="1e82c985-6cf2-4d43-b8b5-a430af7accc6"/>
    <ds:schemaRef ds:uri="http://purl.org/dc/terms/"/>
    <ds:schemaRef ds:uri="5256eb8c-d5dd-498a-ad6f-7fa801666f9a"/>
    <ds:schemaRef ds:uri="http://schemas.openxmlformats.org/package/2006/metadata/core-properties"/>
    <ds:schemaRef ds:uri="e2080b48-eafa-461e-b501-38555d38caa1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www.w3.org/XML/1998/namespace"/>
    <ds:schemaRef ds:uri="af44e648-6311-40f1-ad37-1234555fd9ba"/>
    <ds:schemaRef ds:uri="bc1d99f4-2047-4b43-99f0-e8f2a593a624"/>
    <ds:schemaRef ds:uri="05bb7913-6745-425b-9415-f9dbd3e56b95"/>
    <ds:schemaRef ds:uri="67a9cb4f-e58d-445a-8e0b-2b8d792f9e38"/>
    <ds:schemaRef ds:uri="http://schemas.microsoft.com/office/infopath/2007/PartnerControl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9F87E1-CF21-4077-8EA6-A32C7C763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</Template>
  <TotalTime>93</TotalTime>
  <Pages>7</Pages>
  <Words>1558</Words>
  <Characters>8881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Медникова Олеся Евгеньевна</cp:lastModifiedBy>
  <cp:revision>10</cp:revision>
  <cp:lastPrinted>2025-10-29T09:41:00Z</cp:lastPrinted>
  <dcterms:created xsi:type="dcterms:W3CDTF">2024-07-02T11:56:00Z</dcterms:created>
  <dcterms:modified xsi:type="dcterms:W3CDTF">2025-10-29T09:42:00Z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 внесении изменений в постановление Правительства области от 01.03.2021 № 76-п</vt:lpwstr>
  </property>
  <property fmtid="{D5CDD505-2E9C-101B-9397-08002B2CF9AE}" pid="6" name="INSTALL_ID">
    <vt:lpwstr>34115</vt:lpwstr>
  </property>
  <property fmtid="{D5CDD505-2E9C-101B-9397-08002B2CF9AE}" pid="7" name="ContentTypeId">
    <vt:lpwstr>0x0101004652DC89D47FB74683366416A31888CB</vt:lpwstr>
  </property>
</Properties>
</file>